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CC1" w:rsidRDefault="00042CC1" w:rsidP="00E73603">
      <w:pPr>
        <w:pStyle w:val="ConsPlusNormal"/>
        <w:jc w:val="center"/>
      </w:pPr>
    </w:p>
    <w:p w:rsidR="00E22066" w:rsidRDefault="00E22066" w:rsidP="00E22066">
      <w:pPr>
        <w:pStyle w:val="ConsPlusNormal"/>
        <w:jc w:val="center"/>
      </w:pPr>
      <w:r>
        <w:t>ИНФОРМАЦИЯ</w:t>
      </w:r>
    </w:p>
    <w:p w:rsidR="00E22066" w:rsidRDefault="00E22066" w:rsidP="00E22066">
      <w:pPr>
        <w:pStyle w:val="ConsPlusNormal"/>
        <w:jc w:val="center"/>
      </w:pPr>
      <w:r>
        <w:t>о мониторинге достижения результатов предоставления субсидии</w:t>
      </w:r>
    </w:p>
    <w:p w:rsidR="00E73603" w:rsidRDefault="00E73603" w:rsidP="00E73603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3345"/>
        <w:gridCol w:w="340"/>
        <w:gridCol w:w="1531"/>
        <w:gridCol w:w="1055"/>
      </w:tblGrid>
      <w:tr w:rsidR="00E73603" w:rsidTr="00E62846">
        <w:tc>
          <w:tcPr>
            <w:tcW w:w="8221" w:type="dxa"/>
            <w:gridSpan w:val="4"/>
            <w:tcBorders>
              <w:top w:val="nil"/>
              <w:left w:val="nil"/>
              <w:bottom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Коды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по состоянию</w:t>
            </w:r>
          </w:p>
          <w:p w:rsidR="00E73603" w:rsidRDefault="00E73603" w:rsidP="004B5BB8">
            <w:pPr>
              <w:pStyle w:val="ConsPlusNormal"/>
              <w:jc w:val="center"/>
            </w:pPr>
            <w:r>
              <w:t>на "</w:t>
            </w:r>
            <w:r w:rsidR="00E62846">
              <w:t>01</w:t>
            </w:r>
            <w:r>
              <w:t xml:space="preserve">" </w:t>
            </w:r>
            <w:r w:rsidR="004B5BB8">
              <w:t>октября</w:t>
            </w:r>
            <w:r>
              <w:t xml:space="preserve"> 20</w:t>
            </w:r>
            <w:r w:rsidR="00E62846">
              <w:t>25</w:t>
            </w:r>
            <w: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4B5BB8">
            <w:pPr>
              <w:pStyle w:val="ConsPlusNormal"/>
              <w:rPr>
                <w:sz w:val="20"/>
                <w:szCs w:val="20"/>
              </w:rPr>
            </w:pPr>
            <w:r w:rsidRPr="00E62846">
              <w:rPr>
                <w:sz w:val="20"/>
                <w:szCs w:val="20"/>
              </w:rPr>
              <w:t>01.</w:t>
            </w:r>
            <w:r w:rsidR="004B5BB8">
              <w:rPr>
                <w:sz w:val="20"/>
                <w:szCs w:val="20"/>
              </w:rPr>
              <w:t>10</w:t>
            </w:r>
            <w:r w:rsidRPr="00E62846">
              <w:rPr>
                <w:sz w:val="20"/>
                <w:szCs w:val="20"/>
              </w:rPr>
              <w:t>.2025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Дата </w:t>
            </w:r>
            <w:hyperlink w:anchor="P1358" w:tooltip="&lt;1&gt; Дата формирования настоящей Информации о мониторинге достижения результатов предоставления субсидии.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22066" w:rsidP="004B5BB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05.11</w:t>
            </w:r>
            <w:r w:rsidR="00970DD5">
              <w:rPr>
                <w:sz w:val="20"/>
                <w:szCs w:val="20"/>
              </w:rPr>
              <w:t>.</w:t>
            </w:r>
            <w:r w:rsidR="00E62846" w:rsidRPr="00E62846">
              <w:rPr>
                <w:sz w:val="20"/>
                <w:szCs w:val="20"/>
              </w:rPr>
              <w:t>2025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485FE5" w:rsidP="00485FE5">
            <w:pPr>
              <w:pStyle w:val="ConsPlusNormal"/>
            </w:pPr>
            <w:r>
              <w:t xml:space="preserve">Наименование главного распорядителя бюджетных средств 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2846" w:rsidRDefault="00E62846" w:rsidP="008A4DC3">
            <w:pPr>
              <w:pStyle w:val="ConsPlusNormal"/>
            </w:pPr>
          </w:p>
          <w:p w:rsidR="00E62846" w:rsidRDefault="00E62846" w:rsidP="00E62846"/>
          <w:p w:rsidR="00E73603" w:rsidRPr="00E62846" w:rsidRDefault="00E22066" w:rsidP="00E22066">
            <w:pPr>
              <w:jc w:val="both"/>
            </w:pPr>
            <w:r>
              <w:t>Комитет по финансам, налоговой и кредитной политике Администрации города Рубцовска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01301129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 xml:space="preserve">Наименование структурного элемента государственной (муниципальной) программы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603" w:rsidRPr="005730F5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5730F5" w:rsidRDefault="00E73603" w:rsidP="00D92501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2846" w:rsidRPr="005730F5" w:rsidRDefault="00D92501" w:rsidP="005730F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Субсидия на выполнения работ по ремонту кровли южного крыла здания </w:t>
            </w:r>
            <w:proofErr w:type="spellStart"/>
            <w:r>
              <w:rPr>
                <w:sz w:val="20"/>
                <w:szCs w:val="20"/>
              </w:rPr>
              <w:t>МБУ</w:t>
            </w:r>
            <w:proofErr w:type="spellEnd"/>
            <w:r>
              <w:rPr>
                <w:sz w:val="20"/>
                <w:szCs w:val="20"/>
              </w:rPr>
              <w:t xml:space="preserve"> ДО «СШ-1»</w:t>
            </w:r>
          </w:p>
          <w:p w:rsidR="00E62846" w:rsidRDefault="00E62846" w:rsidP="005730F5">
            <w:pPr>
              <w:pStyle w:val="ConsPlusNormal"/>
              <w:ind w:left="360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60" w:tooltip="&lt;3&gt; 13 - 17 разряды целевой статьи расходов соответствующего бюджета бюджетной системы Российской Федерации.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22066" w:rsidRDefault="00E22066" w:rsidP="00D92501">
            <w:pPr>
              <w:pStyle w:val="ConsPlusNormal"/>
              <w:rPr>
                <w:sz w:val="16"/>
                <w:szCs w:val="16"/>
              </w:rPr>
            </w:pPr>
            <w:r w:rsidRPr="00E22066">
              <w:rPr>
                <w:sz w:val="16"/>
                <w:szCs w:val="16"/>
              </w:rPr>
              <w:t>057 1103 99 1 00 14100 612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>Периодичность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603" w:rsidRPr="00E62846" w:rsidRDefault="00E62846" w:rsidP="008A4DC3">
            <w:pPr>
              <w:pStyle w:val="ConsPlusNormal"/>
              <w:rPr>
                <w:sz w:val="24"/>
                <w:szCs w:val="24"/>
              </w:rPr>
            </w:pPr>
            <w:r w:rsidRPr="00E62846">
              <w:rPr>
                <w:sz w:val="24"/>
                <w:szCs w:val="24"/>
              </w:rPr>
              <w:t>квартальная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Default="00E73603" w:rsidP="008A4DC3">
            <w:pPr>
              <w:pStyle w:val="ConsPlusNormal"/>
            </w:pP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Pr="00631B09" w:rsidRDefault="00E73603" w:rsidP="00E73603">
      <w:pPr>
        <w:pStyle w:val="ConsPlusNormal"/>
        <w:jc w:val="center"/>
        <w:outlineLvl w:val="2"/>
        <w:rPr>
          <w:sz w:val="24"/>
          <w:szCs w:val="24"/>
        </w:rPr>
      </w:pPr>
      <w:r w:rsidRPr="00631B09">
        <w:rPr>
          <w:sz w:val="24"/>
          <w:szCs w:val="24"/>
        </w:rPr>
        <w:t>Раздел I. Информация о достижении контрольных точек в целях</w:t>
      </w:r>
    </w:p>
    <w:p w:rsidR="00E73603" w:rsidRPr="00631B09" w:rsidRDefault="00E73603" w:rsidP="00E73603">
      <w:pPr>
        <w:pStyle w:val="ConsPlusNormal"/>
        <w:jc w:val="center"/>
        <w:rPr>
          <w:sz w:val="24"/>
          <w:szCs w:val="24"/>
        </w:rPr>
      </w:pPr>
      <w:r w:rsidRPr="00631B09">
        <w:rPr>
          <w:sz w:val="24"/>
          <w:szCs w:val="24"/>
        </w:rPr>
        <w:t>достижения результатов предоставления субсидии</w:t>
      </w:r>
    </w:p>
    <w:p w:rsidR="00E73603" w:rsidRPr="00631B09" w:rsidRDefault="00E73603" w:rsidP="00E73603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7"/>
        <w:gridCol w:w="6418"/>
        <w:gridCol w:w="1462"/>
      </w:tblGrid>
      <w:tr w:rsidR="00E73603" w:rsidRPr="00631B09" w:rsidTr="007F09D2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N</w:t>
            </w:r>
            <w:proofErr w:type="spellEnd"/>
            <w:r w:rsidRPr="00631B09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1B0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31B09">
              <w:rPr>
                <w:sz w:val="24"/>
                <w:szCs w:val="24"/>
              </w:rPr>
              <w:t>/</w:t>
            </w:r>
            <w:proofErr w:type="spellStart"/>
            <w:r w:rsidRPr="00631B0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Наименование данных</w:t>
            </w:r>
          </w:p>
        </w:tc>
        <w:tc>
          <w:tcPr>
            <w:tcW w:w="1462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Количество </w:t>
            </w:r>
            <w:hyperlink w:anchor="P1361" w:tooltip="&lt;4&gt; Количество контрольных точек в графе 3 раздела I настоящего приложения:">
              <w:r w:rsidRPr="00631B09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E73603" w:rsidRPr="00631B09" w:rsidTr="007F09D2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2</w:t>
            </w:r>
          </w:p>
        </w:tc>
        <w:tc>
          <w:tcPr>
            <w:tcW w:w="1462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887"/>
            <w:bookmarkEnd w:id="0"/>
            <w:r w:rsidRPr="00631B09">
              <w:rPr>
                <w:sz w:val="24"/>
                <w:szCs w:val="24"/>
              </w:rPr>
              <w:t>3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1" w:name="P918"/>
            <w:bookmarkEnd w:id="1"/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</w:t>
            </w:r>
          </w:p>
        </w:tc>
        <w:tc>
          <w:tcPr>
            <w:tcW w:w="6418" w:type="dxa"/>
          </w:tcPr>
          <w:p w:rsidR="00E73603" w:rsidRPr="00631B09" w:rsidRDefault="00E73603" w:rsidP="004B5BB8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Результат предоставления субсидии </w:t>
            </w:r>
          </w:p>
        </w:tc>
        <w:tc>
          <w:tcPr>
            <w:tcW w:w="1462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X</w:t>
            </w:r>
            <w:proofErr w:type="spellEnd"/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достигнутые в отчетном периоде контрольные точки, в том числе:</w:t>
            </w:r>
          </w:p>
        </w:tc>
        <w:tc>
          <w:tcPr>
            <w:tcW w:w="1462" w:type="dxa"/>
          </w:tcPr>
          <w:p w:rsidR="00E73603" w:rsidRPr="00631B09" w:rsidRDefault="004B5BB8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462" w:type="dxa"/>
          </w:tcPr>
          <w:p w:rsidR="00E73603" w:rsidRPr="00631B09" w:rsidRDefault="004B5BB8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</w:t>
            </w:r>
            <w:proofErr w:type="gramEnd"/>
            <w:r w:rsidRPr="00631B09">
              <w:rPr>
                <w:sz w:val="24"/>
                <w:szCs w:val="24"/>
              </w:rPr>
              <w:t xml:space="preserve"> с нарушением установленных сроков</w:t>
            </w:r>
          </w:p>
        </w:tc>
        <w:tc>
          <w:tcPr>
            <w:tcW w:w="1462" w:type="dxa"/>
          </w:tcPr>
          <w:p w:rsidR="00E73603" w:rsidRPr="00631B09" w:rsidRDefault="00D92501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.1.3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 до наступления срока</w:t>
            </w:r>
            <w:proofErr w:type="gramEnd"/>
          </w:p>
        </w:tc>
        <w:tc>
          <w:tcPr>
            <w:tcW w:w="1462" w:type="dxa"/>
          </w:tcPr>
          <w:p w:rsidR="00E73603" w:rsidRPr="00631B09" w:rsidRDefault="004B5BB8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достигнутые в периодах, предшествующих </w:t>
            </w:r>
            <w:proofErr w:type="gramStart"/>
            <w:r w:rsidRPr="00631B09">
              <w:rPr>
                <w:sz w:val="24"/>
                <w:szCs w:val="24"/>
              </w:rPr>
              <w:t>отчетному</w:t>
            </w:r>
            <w:proofErr w:type="gramEnd"/>
            <w:r w:rsidRPr="00631B09">
              <w:rPr>
                <w:sz w:val="24"/>
                <w:szCs w:val="24"/>
              </w:rPr>
              <w:t>, контрольные точки</w:t>
            </w:r>
          </w:p>
        </w:tc>
        <w:tc>
          <w:tcPr>
            <w:tcW w:w="1462" w:type="dxa"/>
          </w:tcPr>
          <w:p w:rsidR="00E73603" w:rsidRPr="00631B09" w:rsidRDefault="00D92501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.3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недостигнутые в отчетном периоде контрольные точки, в том числе:</w:t>
            </w:r>
          </w:p>
        </w:tc>
        <w:tc>
          <w:tcPr>
            <w:tcW w:w="1462" w:type="dxa"/>
          </w:tcPr>
          <w:p w:rsidR="00E73603" w:rsidRPr="00631B09" w:rsidRDefault="0026700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.3.1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наступил в периодах, </w:t>
            </w:r>
            <w:r w:rsidRPr="00631B09">
              <w:rPr>
                <w:sz w:val="24"/>
                <w:szCs w:val="24"/>
              </w:rPr>
              <w:lastRenderedPageBreak/>
              <w:t>предшествующих отчетному</w:t>
            </w:r>
          </w:p>
        </w:tc>
        <w:tc>
          <w:tcPr>
            <w:tcW w:w="1462" w:type="dxa"/>
          </w:tcPr>
          <w:p w:rsidR="00E73603" w:rsidRPr="00631B09" w:rsidRDefault="00450BB9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E73603" w:rsidRPr="00631B09">
              <w:rPr>
                <w:sz w:val="24"/>
                <w:szCs w:val="24"/>
              </w:rPr>
              <w:t>.3.2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462" w:type="dxa"/>
          </w:tcPr>
          <w:p w:rsidR="00E73603" w:rsidRPr="00631B09" w:rsidRDefault="0026700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контрольные точки, достижение которых запланировано в течение трех месяцев, следующих за отчетным периодом, в том числе:</w:t>
            </w:r>
          </w:p>
        </w:tc>
        <w:tc>
          <w:tcPr>
            <w:tcW w:w="1462" w:type="dxa"/>
          </w:tcPr>
          <w:p w:rsidR="00E73603" w:rsidRPr="00631B09" w:rsidRDefault="004B5BB8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отсутствием отклонений от плановых сроков их достижения</w:t>
            </w:r>
          </w:p>
        </w:tc>
        <w:tc>
          <w:tcPr>
            <w:tcW w:w="1462" w:type="dxa"/>
          </w:tcPr>
          <w:p w:rsidR="00E73603" w:rsidRPr="00631B09" w:rsidRDefault="004B5BB8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наличием отклонений от плановых сроков их достижения</w:t>
            </w:r>
          </w:p>
        </w:tc>
        <w:tc>
          <w:tcPr>
            <w:tcW w:w="1462" w:type="dxa"/>
          </w:tcPr>
          <w:p w:rsidR="00E73603" w:rsidRPr="00631B09" w:rsidRDefault="0026700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Default="00E73603" w:rsidP="00E73603">
      <w:pPr>
        <w:pStyle w:val="ConsPlusNormal"/>
        <w:jc w:val="center"/>
        <w:outlineLvl w:val="2"/>
      </w:pPr>
      <w:bookmarkStart w:id="2" w:name="P964"/>
      <w:bookmarkEnd w:id="2"/>
      <w:r>
        <w:t xml:space="preserve">Раздел </w:t>
      </w:r>
      <w:proofErr w:type="spellStart"/>
      <w:r>
        <w:t>II</w:t>
      </w:r>
      <w:proofErr w:type="spellEnd"/>
      <w:r>
        <w:t>. Информация о достижении результатов</w:t>
      </w:r>
    </w:p>
    <w:p w:rsidR="00E73603" w:rsidRDefault="00E73603" w:rsidP="00FE60F9">
      <w:pPr>
        <w:pStyle w:val="ConsPlusNormal"/>
        <w:jc w:val="center"/>
        <w:rPr>
          <w:sz w:val="27"/>
          <w:szCs w:val="27"/>
        </w:rPr>
      </w:pPr>
      <w:r>
        <w:t>предоставления субсидии</w:t>
      </w: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  <w:sectPr w:rsidR="00E73603" w:rsidSect="00365321">
          <w:headerReference w:type="default" r:id="rId8"/>
          <w:pgSz w:w="11906" w:h="16840"/>
          <w:pgMar w:top="850" w:right="850" w:bottom="850" w:left="1134" w:header="0" w:footer="0" w:gutter="0"/>
          <w:cols w:space="720"/>
          <w:noEndnote/>
          <w:docGrid w:linePitch="272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25"/>
        <w:gridCol w:w="938"/>
        <w:gridCol w:w="938"/>
        <w:gridCol w:w="938"/>
        <w:gridCol w:w="853"/>
        <w:gridCol w:w="452"/>
        <w:gridCol w:w="732"/>
        <w:gridCol w:w="789"/>
        <w:gridCol w:w="732"/>
        <w:gridCol w:w="789"/>
        <w:gridCol w:w="789"/>
        <w:gridCol w:w="822"/>
        <w:gridCol w:w="666"/>
        <w:gridCol w:w="1379"/>
        <w:gridCol w:w="971"/>
        <w:gridCol w:w="1119"/>
        <w:gridCol w:w="816"/>
        <w:gridCol w:w="816"/>
      </w:tblGrid>
      <w:tr w:rsidR="004C22C2" w:rsidRPr="007F09D2" w:rsidTr="005730F5">
        <w:tc>
          <w:tcPr>
            <w:tcW w:w="725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lastRenderedPageBreak/>
              <w:t>Получатель субсидии</w:t>
            </w:r>
          </w:p>
        </w:tc>
        <w:tc>
          <w:tcPr>
            <w:tcW w:w="938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Наименования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38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38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Тип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305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Единица измерения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4653" w:type="dxa"/>
            <w:gridSpan w:val="6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Значение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45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Срок достижения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90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Размер субсидии, подлежащей предоставлению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632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Объем обязательств, принятых в целях достижения результатов предоставления субсидии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</w:tr>
      <w:tr w:rsidR="007F09D2" w:rsidRPr="007F09D2" w:rsidTr="005730F5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3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52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по </w:t>
            </w:r>
      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proofErr w:type="spellStart"/>
              <w:r w:rsidRPr="007F09D2">
                <w:rPr>
                  <w:color w:val="0000FF"/>
                  <w:sz w:val="20"/>
                  <w:szCs w:val="20"/>
                </w:rPr>
                <w:t>ОКЕИ</w:t>
              </w:r>
              <w:proofErr w:type="spellEnd"/>
            </w:hyperlink>
          </w:p>
        </w:tc>
        <w:tc>
          <w:tcPr>
            <w:tcW w:w="1521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плановое</w:t>
            </w:r>
          </w:p>
        </w:tc>
        <w:tc>
          <w:tcPr>
            <w:tcW w:w="1521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фактическое</w:t>
            </w:r>
          </w:p>
        </w:tc>
        <w:tc>
          <w:tcPr>
            <w:tcW w:w="789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прогнозное</w:t>
            </w:r>
            <w:proofErr w:type="gramEnd"/>
            <w:r w:rsidRPr="007F09D2">
              <w:rPr>
                <w:sz w:val="20"/>
                <w:szCs w:val="20"/>
              </w:rPr>
              <w:t xml:space="preserve"> с начала текущего финансового года</w:t>
            </w:r>
          </w:p>
        </w:tc>
        <w:tc>
          <w:tcPr>
            <w:tcW w:w="822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 распределено</w:t>
            </w:r>
          </w:p>
        </w:tc>
        <w:tc>
          <w:tcPr>
            <w:tcW w:w="66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плановая</w:t>
            </w:r>
          </w:p>
        </w:tc>
        <w:tc>
          <w:tcPr>
            <w:tcW w:w="1379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фактическая/прогнозная</w:t>
            </w:r>
          </w:p>
        </w:tc>
        <w:tc>
          <w:tcPr>
            <w:tcW w:w="971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распределенный по получателям субсидии, руб.</w:t>
            </w:r>
          </w:p>
        </w:tc>
        <w:tc>
          <w:tcPr>
            <w:tcW w:w="1119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нераспределенный, руб.</w:t>
            </w:r>
          </w:p>
        </w:tc>
        <w:tc>
          <w:tcPr>
            <w:tcW w:w="81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обязательств, руб.</w:t>
            </w:r>
          </w:p>
        </w:tc>
        <w:tc>
          <w:tcPr>
            <w:tcW w:w="81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денежных обязательств, руб.</w:t>
            </w:r>
          </w:p>
        </w:tc>
      </w:tr>
      <w:tr w:rsidR="007F09D2" w:rsidRPr="007F09D2" w:rsidTr="005730F5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3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8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73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8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4C22C2" w:rsidRPr="007F09D2" w:rsidTr="005730F5">
        <w:tc>
          <w:tcPr>
            <w:tcW w:w="725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3" w:name="P992"/>
            <w:bookmarkEnd w:id="3"/>
            <w:r w:rsidRPr="007F09D2">
              <w:rPr>
                <w:sz w:val="20"/>
                <w:szCs w:val="20"/>
              </w:rPr>
              <w:t>1</w:t>
            </w:r>
          </w:p>
        </w:tc>
        <w:tc>
          <w:tcPr>
            <w:tcW w:w="938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4" w:name="P993"/>
            <w:bookmarkEnd w:id="4"/>
            <w:r w:rsidRPr="007F09D2">
              <w:rPr>
                <w:sz w:val="20"/>
                <w:szCs w:val="20"/>
              </w:rPr>
              <w:t>2</w:t>
            </w:r>
          </w:p>
        </w:tc>
        <w:tc>
          <w:tcPr>
            <w:tcW w:w="938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3</w:t>
            </w:r>
          </w:p>
        </w:tc>
        <w:tc>
          <w:tcPr>
            <w:tcW w:w="938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4</w:t>
            </w:r>
          </w:p>
        </w:tc>
        <w:tc>
          <w:tcPr>
            <w:tcW w:w="85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5" w:name="P996"/>
            <w:bookmarkEnd w:id="5"/>
            <w:r w:rsidRPr="007F09D2">
              <w:rPr>
                <w:sz w:val="20"/>
                <w:szCs w:val="20"/>
              </w:rPr>
              <w:t>5</w:t>
            </w:r>
          </w:p>
        </w:tc>
        <w:tc>
          <w:tcPr>
            <w:tcW w:w="45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6" w:name="P997"/>
            <w:bookmarkEnd w:id="6"/>
            <w:r w:rsidRPr="007F09D2">
              <w:rPr>
                <w:sz w:val="20"/>
                <w:szCs w:val="20"/>
              </w:rPr>
              <w:t>6</w:t>
            </w:r>
          </w:p>
        </w:tc>
        <w:tc>
          <w:tcPr>
            <w:tcW w:w="73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7" w:name="P998"/>
            <w:bookmarkEnd w:id="7"/>
            <w:r w:rsidRPr="007F09D2">
              <w:rPr>
                <w:sz w:val="20"/>
                <w:szCs w:val="20"/>
              </w:rPr>
              <w:t>7</w:t>
            </w:r>
          </w:p>
        </w:tc>
        <w:tc>
          <w:tcPr>
            <w:tcW w:w="78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8" w:name="P999"/>
            <w:bookmarkEnd w:id="8"/>
            <w:r w:rsidRPr="007F09D2">
              <w:rPr>
                <w:sz w:val="20"/>
                <w:szCs w:val="20"/>
              </w:rPr>
              <w:t>8</w:t>
            </w:r>
          </w:p>
        </w:tc>
        <w:tc>
          <w:tcPr>
            <w:tcW w:w="73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9" w:name="P1000"/>
            <w:bookmarkEnd w:id="9"/>
            <w:r w:rsidRPr="007F09D2">
              <w:rPr>
                <w:sz w:val="20"/>
                <w:szCs w:val="20"/>
              </w:rPr>
              <w:t>9</w:t>
            </w:r>
          </w:p>
        </w:tc>
        <w:tc>
          <w:tcPr>
            <w:tcW w:w="78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0" w:name="P1001"/>
            <w:bookmarkEnd w:id="10"/>
            <w:r w:rsidRPr="007F09D2">
              <w:rPr>
                <w:sz w:val="20"/>
                <w:szCs w:val="20"/>
              </w:rPr>
              <w:t>10</w:t>
            </w:r>
          </w:p>
        </w:tc>
        <w:tc>
          <w:tcPr>
            <w:tcW w:w="78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1" w:name="P1002"/>
            <w:bookmarkEnd w:id="11"/>
            <w:r w:rsidRPr="007F09D2">
              <w:rPr>
                <w:sz w:val="20"/>
                <w:szCs w:val="20"/>
              </w:rPr>
              <w:t>11</w:t>
            </w:r>
          </w:p>
        </w:tc>
        <w:tc>
          <w:tcPr>
            <w:tcW w:w="82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2" w:name="P1003"/>
            <w:bookmarkEnd w:id="12"/>
            <w:r w:rsidRPr="007F09D2">
              <w:rPr>
                <w:sz w:val="20"/>
                <w:szCs w:val="20"/>
              </w:rPr>
              <w:t>12</w:t>
            </w:r>
          </w:p>
        </w:tc>
        <w:tc>
          <w:tcPr>
            <w:tcW w:w="66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3" w:name="P1004"/>
            <w:bookmarkEnd w:id="13"/>
            <w:r w:rsidRPr="007F09D2">
              <w:rPr>
                <w:sz w:val="20"/>
                <w:szCs w:val="20"/>
              </w:rPr>
              <w:t>13</w:t>
            </w:r>
          </w:p>
        </w:tc>
        <w:tc>
          <w:tcPr>
            <w:tcW w:w="137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4" w:name="P1005"/>
            <w:bookmarkEnd w:id="14"/>
            <w:r w:rsidRPr="007F09D2">
              <w:rPr>
                <w:sz w:val="20"/>
                <w:szCs w:val="20"/>
              </w:rPr>
              <w:t>14</w:t>
            </w:r>
          </w:p>
        </w:tc>
        <w:tc>
          <w:tcPr>
            <w:tcW w:w="97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5" w:name="P1006"/>
            <w:bookmarkEnd w:id="15"/>
            <w:r w:rsidRPr="007F09D2">
              <w:rPr>
                <w:sz w:val="20"/>
                <w:szCs w:val="20"/>
              </w:rPr>
              <w:t>15</w:t>
            </w:r>
          </w:p>
        </w:tc>
        <w:tc>
          <w:tcPr>
            <w:tcW w:w="111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6" w:name="P1007"/>
            <w:bookmarkEnd w:id="16"/>
            <w:r w:rsidRPr="007F09D2">
              <w:rPr>
                <w:sz w:val="20"/>
                <w:szCs w:val="20"/>
              </w:rPr>
              <w:t>16</w:t>
            </w:r>
          </w:p>
        </w:tc>
        <w:tc>
          <w:tcPr>
            <w:tcW w:w="81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7" w:name="P1008"/>
            <w:bookmarkEnd w:id="17"/>
            <w:r w:rsidRPr="007F09D2">
              <w:rPr>
                <w:sz w:val="20"/>
                <w:szCs w:val="20"/>
              </w:rPr>
              <w:t>17</w:t>
            </w:r>
          </w:p>
        </w:tc>
        <w:tc>
          <w:tcPr>
            <w:tcW w:w="81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8" w:name="P1009"/>
            <w:bookmarkEnd w:id="18"/>
            <w:r w:rsidRPr="007F09D2">
              <w:rPr>
                <w:sz w:val="20"/>
                <w:szCs w:val="20"/>
              </w:rPr>
              <w:t>18</w:t>
            </w:r>
          </w:p>
        </w:tc>
      </w:tr>
      <w:tr w:rsidR="00DB663C" w:rsidRPr="007F09D2" w:rsidTr="005730F5">
        <w:tc>
          <w:tcPr>
            <w:tcW w:w="1663" w:type="dxa"/>
            <w:gridSpan w:val="2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</w:p>
        </w:tc>
        <w:tc>
          <w:tcPr>
            <w:tcW w:w="938" w:type="dxa"/>
            <w:vAlign w:val="center"/>
          </w:tcPr>
          <w:p w:rsidR="00DB663C" w:rsidRPr="007F09D2" w:rsidRDefault="00DB663C" w:rsidP="00DD4A6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8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452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732" w:type="dxa"/>
            <w:vAlign w:val="center"/>
          </w:tcPr>
          <w:p w:rsidR="00DB663C" w:rsidRPr="007F09D2" w:rsidRDefault="00D92501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9" w:type="dxa"/>
            <w:vAlign w:val="center"/>
          </w:tcPr>
          <w:p w:rsidR="00DB663C" w:rsidRPr="007F09D2" w:rsidRDefault="00D92501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2" w:type="dxa"/>
            <w:vAlign w:val="center"/>
          </w:tcPr>
          <w:p w:rsidR="00DB663C" w:rsidRPr="007F09D2" w:rsidRDefault="004B5BB8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9" w:type="dxa"/>
            <w:vAlign w:val="center"/>
          </w:tcPr>
          <w:p w:rsidR="00DB663C" w:rsidRPr="007F09D2" w:rsidRDefault="004B5BB8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9" w:type="dxa"/>
            <w:vAlign w:val="center"/>
          </w:tcPr>
          <w:p w:rsidR="00DB663C" w:rsidRPr="007F09D2" w:rsidRDefault="0026700F" w:rsidP="00D92501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2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379" w:type="dxa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971" w:type="dxa"/>
            <w:vAlign w:val="center"/>
          </w:tcPr>
          <w:p w:rsidR="00DB663C" w:rsidRPr="007F09D2" w:rsidRDefault="00D92501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1539274,37</w:t>
            </w:r>
          </w:p>
        </w:tc>
        <w:tc>
          <w:tcPr>
            <w:tcW w:w="1119" w:type="dxa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16" w:type="dxa"/>
            <w:vAlign w:val="center"/>
          </w:tcPr>
          <w:p w:rsidR="00DB663C" w:rsidRPr="007F09D2" w:rsidRDefault="004B5BB8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1539274,37</w:t>
            </w:r>
          </w:p>
        </w:tc>
        <w:tc>
          <w:tcPr>
            <w:tcW w:w="816" w:type="dxa"/>
            <w:vAlign w:val="center"/>
          </w:tcPr>
          <w:p w:rsidR="00DB663C" w:rsidRPr="007F09D2" w:rsidRDefault="004B5BB8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1539274,37</w:t>
            </w:r>
          </w:p>
        </w:tc>
      </w:tr>
      <w:tr w:rsidR="004B5BB8" w:rsidRPr="007F09D2" w:rsidTr="005730F5">
        <w:tc>
          <w:tcPr>
            <w:tcW w:w="725" w:type="dxa"/>
            <w:vMerge w:val="restart"/>
            <w:vAlign w:val="center"/>
          </w:tcPr>
          <w:p w:rsidR="004B5BB8" w:rsidRPr="007F09D2" w:rsidRDefault="004B5BB8" w:rsidP="00D92501">
            <w:pPr>
              <w:pStyle w:val="ConsPlusNorma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МБУ</w:t>
            </w:r>
            <w:proofErr w:type="spellEnd"/>
            <w:r>
              <w:rPr>
                <w:sz w:val="20"/>
                <w:szCs w:val="20"/>
              </w:rPr>
              <w:t xml:space="preserve"> ДО «СШ-1»</w:t>
            </w:r>
          </w:p>
        </w:tc>
        <w:tc>
          <w:tcPr>
            <w:tcW w:w="938" w:type="dxa"/>
            <w:vAlign w:val="center"/>
          </w:tcPr>
          <w:p w:rsidR="004B5BB8" w:rsidRPr="007F09D2" w:rsidRDefault="004B5BB8" w:rsidP="00D92501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  <w:r>
              <w:rPr>
                <w:sz w:val="20"/>
                <w:szCs w:val="20"/>
              </w:rPr>
              <w:t xml:space="preserve"> выполнения работ по ремонту кровли южного крыла </w:t>
            </w:r>
            <w:r>
              <w:rPr>
                <w:sz w:val="20"/>
                <w:szCs w:val="20"/>
              </w:rPr>
              <w:lastRenderedPageBreak/>
              <w:t xml:space="preserve">здания </w:t>
            </w:r>
            <w:proofErr w:type="spellStart"/>
            <w:r>
              <w:rPr>
                <w:sz w:val="20"/>
                <w:szCs w:val="20"/>
              </w:rPr>
              <w:t>МБУ</w:t>
            </w:r>
            <w:proofErr w:type="spellEnd"/>
            <w:r>
              <w:rPr>
                <w:sz w:val="20"/>
                <w:szCs w:val="20"/>
              </w:rPr>
              <w:t xml:space="preserve"> ДО «СШ-1»</w:t>
            </w:r>
          </w:p>
        </w:tc>
        <w:tc>
          <w:tcPr>
            <w:tcW w:w="938" w:type="dxa"/>
            <w:vAlign w:val="center"/>
          </w:tcPr>
          <w:p w:rsidR="004B5BB8" w:rsidRPr="007F09D2" w:rsidRDefault="004B5BB8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38" w:type="dxa"/>
            <w:vAlign w:val="center"/>
          </w:tcPr>
          <w:p w:rsidR="004B5BB8" w:rsidRPr="007F09D2" w:rsidRDefault="004B5BB8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53" w:type="dxa"/>
            <w:vAlign w:val="center"/>
          </w:tcPr>
          <w:p w:rsidR="004B5BB8" w:rsidRPr="007F09D2" w:rsidRDefault="004B5BB8" w:rsidP="005D0D62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52" w:type="dxa"/>
            <w:vAlign w:val="center"/>
          </w:tcPr>
          <w:p w:rsidR="004B5BB8" w:rsidRPr="007F09D2" w:rsidRDefault="004B5BB8" w:rsidP="005D0D62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32" w:type="dxa"/>
            <w:vAlign w:val="center"/>
          </w:tcPr>
          <w:p w:rsidR="004B5BB8" w:rsidRPr="007F09D2" w:rsidRDefault="004B5BB8" w:rsidP="00D92501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9" w:type="dxa"/>
            <w:vAlign w:val="center"/>
          </w:tcPr>
          <w:p w:rsidR="004B5BB8" w:rsidRPr="007F09D2" w:rsidRDefault="004B5BB8" w:rsidP="00D92501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2" w:type="dxa"/>
            <w:vAlign w:val="center"/>
          </w:tcPr>
          <w:p w:rsidR="004B5BB8" w:rsidRPr="007F09D2" w:rsidRDefault="004B5BB8" w:rsidP="00692CF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9" w:type="dxa"/>
            <w:vAlign w:val="center"/>
          </w:tcPr>
          <w:p w:rsidR="004B5BB8" w:rsidRPr="007F09D2" w:rsidRDefault="004B5BB8" w:rsidP="00692CF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9" w:type="dxa"/>
            <w:vAlign w:val="center"/>
          </w:tcPr>
          <w:p w:rsidR="004B5BB8" w:rsidRPr="007F09D2" w:rsidRDefault="004B5BB8" w:rsidP="00692CF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2" w:type="dxa"/>
            <w:vAlign w:val="center"/>
          </w:tcPr>
          <w:p w:rsidR="004B5BB8" w:rsidRPr="007F09D2" w:rsidRDefault="004B5BB8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66" w:type="dxa"/>
            <w:vAlign w:val="center"/>
          </w:tcPr>
          <w:p w:rsidR="004B5BB8" w:rsidRPr="007F09D2" w:rsidRDefault="004B5BB8" w:rsidP="00457510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31.10.2025</w:t>
            </w:r>
          </w:p>
        </w:tc>
        <w:tc>
          <w:tcPr>
            <w:tcW w:w="1379" w:type="dxa"/>
            <w:vAlign w:val="center"/>
          </w:tcPr>
          <w:p w:rsidR="004B5BB8" w:rsidRPr="007F09D2" w:rsidRDefault="004B5BB8" w:rsidP="00F936C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</w:t>
            </w:r>
            <w:r w:rsidR="00F936CC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.2025</w:t>
            </w:r>
          </w:p>
        </w:tc>
        <w:tc>
          <w:tcPr>
            <w:tcW w:w="971" w:type="dxa"/>
            <w:vAlign w:val="center"/>
          </w:tcPr>
          <w:p w:rsidR="004B5BB8" w:rsidRPr="007F09D2" w:rsidRDefault="004B5BB8" w:rsidP="00D1598A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1539274,37</w:t>
            </w:r>
          </w:p>
        </w:tc>
        <w:tc>
          <w:tcPr>
            <w:tcW w:w="1119" w:type="dxa"/>
            <w:vAlign w:val="center"/>
          </w:tcPr>
          <w:p w:rsidR="004B5BB8" w:rsidRPr="007F09D2" w:rsidRDefault="004B5BB8" w:rsidP="00D1598A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16" w:type="dxa"/>
            <w:vAlign w:val="center"/>
          </w:tcPr>
          <w:p w:rsidR="004B5BB8" w:rsidRPr="007F09D2" w:rsidRDefault="004B5BB8" w:rsidP="00F955C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1539274,37</w:t>
            </w:r>
          </w:p>
        </w:tc>
        <w:tc>
          <w:tcPr>
            <w:tcW w:w="816" w:type="dxa"/>
            <w:vAlign w:val="center"/>
          </w:tcPr>
          <w:p w:rsidR="004B5BB8" w:rsidRPr="007F09D2" w:rsidRDefault="004B5BB8" w:rsidP="00F955C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1539274,37</w:t>
            </w:r>
          </w:p>
        </w:tc>
      </w:tr>
      <w:tr w:rsidR="0026700F" w:rsidRPr="007F09D2" w:rsidTr="0026700F">
        <w:trPr>
          <w:trHeight w:val="150"/>
        </w:trPr>
        <w:tc>
          <w:tcPr>
            <w:tcW w:w="0" w:type="auto"/>
            <w:vMerge/>
          </w:tcPr>
          <w:p w:rsidR="0026700F" w:rsidRPr="007F09D2" w:rsidRDefault="0026700F" w:rsidP="00FA1B3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26700F" w:rsidRPr="007F09D2" w:rsidRDefault="0026700F" w:rsidP="004C22C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F09D2">
              <w:rPr>
                <w:sz w:val="20"/>
                <w:szCs w:val="20"/>
              </w:rPr>
              <w:t>Контрол</w:t>
            </w:r>
            <w:proofErr w:type="spellEnd"/>
            <w:r w:rsidRPr="007F09D2">
              <w:rPr>
                <w:sz w:val="20"/>
                <w:szCs w:val="20"/>
              </w:rPr>
              <w:t xml:space="preserve"> </w:t>
            </w:r>
            <w:proofErr w:type="spellStart"/>
            <w:r w:rsidRPr="007F09D2">
              <w:rPr>
                <w:sz w:val="20"/>
                <w:szCs w:val="20"/>
              </w:rPr>
              <w:t>ьная</w:t>
            </w:r>
            <w:proofErr w:type="spellEnd"/>
            <w:proofErr w:type="gramEnd"/>
            <w:r w:rsidRPr="007F09D2">
              <w:rPr>
                <w:sz w:val="20"/>
                <w:szCs w:val="20"/>
              </w:rPr>
              <w:t xml:space="preserve"> точка:</w:t>
            </w:r>
            <w:r>
              <w:rPr>
                <w:sz w:val="20"/>
                <w:szCs w:val="20"/>
              </w:rPr>
              <w:t xml:space="preserve"> </w:t>
            </w:r>
            <w:r w:rsidR="00C7444B">
              <w:rPr>
                <w:sz w:val="20"/>
                <w:szCs w:val="20"/>
              </w:rPr>
              <w:t xml:space="preserve">выполнения работ по ремонту кровли южного крыла здания </w:t>
            </w:r>
            <w:proofErr w:type="spellStart"/>
            <w:r w:rsidR="00C7444B">
              <w:rPr>
                <w:sz w:val="20"/>
                <w:szCs w:val="20"/>
              </w:rPr>
              <w:t>МБУ</w:t>
            </w:r>
            <w:proofErr w:type="spellEnd"/>
            <w:r w:rsidR="00C7444B">
              <w:rPr>
                <w:sz w:val="20"/>
                <w:szCs w:val="20"/>
              </w:rPr>
              <w:t xml:space="preserve"> ДО «СШ-1»</w:t>
            </w:r>
          </w:p>
        </w:tc>
        <w:tc>
          <w:tcPr>
            <w:tcW w:w="938" w:type="dxa"/>
            <w:vAlign w:val="center"/>
          </w:tcPr>
          <w:p w:rsidR="0026700F" w:rsidRPr="007F09D2" w:rsidRDefault="0026700F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КТ-0000000001</w:t>
            </w:r>
          </w:p>
        </w:tc>
        <w:tc>
          <w:tcPr>
            <w:tcW w:w="938" w:type="dxa"/>
            <w:vAlign w:val="center"/>
          </w:tcPr>
          <w:p w:rsidR="0026700F" w:rsidRPr="007F09D2" w:rsidRDefault="00C7444B" w:rsidP="005D0D62">
            <w:pPr>
              <w:pStyle w:val="ConsPlusNormal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(Утверждены (одобрены, сформированы) документы, необходимые для оказания услуги (выполнения работы)</w:t>
            </w:r>
            <w:proofErr w:type="gramEnd"/>
          </w:p>
        </w:tc>
        <w:tc>
          <w:tcPr>
            <w:tcW w:w="853" w:type="dxa"/>
            <w:vAlign w:val="center"/>
          </w:tcPr>
          <w:p w:rsidR="0026700F" w:rsidRPr="007F09D2" w:rsidRDefault="0026700F" w:rsidP="005D0D62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52" w:type="dxa"/>
            <w:vAlign w:val="center"/>
          </w:tcPr>
          <w:p w:rsidR="0026700F" w:rsidRPr="007F09D2" w:rsidRDefault="0026700F" w:rsidP="005D0D62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32" w:type="dxa"/>
            <w:vAlign w:val="center"/>
          </w:tcPr>
          <w:p w:rsidR="0026700F" w:rsidRPr="007F09D2" w:rsidRDefault="0026700F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89" w:type="dxa"/>
            <w:vAlign w:val="center"/>
          </w:tcPr>
          <w:p w:rsidR="0026700F" w:rsidRPr="007F09D2" w:rsidRDefault="00C7444B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2" w:type="dxa"/>
            <w:vAlign w:val="center"/>
          </w:tcPr>
          <w:p w:rsidR="0026700F" w:rsidRPr="007F09D2" w:rsidRDefault="0026700F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89" w:type="dxa"/>
            <w:vAlign w:val="center"/>
          </w:tcPr>
          <w:p w:rsidR="0026700F" w:rsidRPr="007F09D2" w:rsidRDefault="004B5BB8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9" w:type="dxa"/>
            <w:vAlign w:val="center"/>
          </w:tcPr>
          <w:p w:rsidR="0026700F" w:rsidRPr="007F09D2" w:rsidRDefault="00C7444B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2" w:type="dxa"/>
            <w:vAlign w:val="center"/>
          </w:tcPr>
          <w:p w:rsidR="0026700F" w:rsidRPr="007F09D2" w:rsidRDefault="0026700F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66" w:type="dxa"/>
            <w:vAlign w:val="center"/>
          </w:tcPr>
          <w:p w:rsidR="0026700F" w:rsidRPr="007F09D2" w:rsidRDefault="0026700F" w:rsidP="00C7444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</w:t>
            </w:r>
            <w:r w:rsidR="00C7444B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.2025</w:t>
            </w:r>
          </w:p>
        </w:tc>
        <w:tc>
          <w:tcPr>
            <w:tcW w:w="1379" w:type="dxa"/>
            <w:vAlign w:val="center"/>
          </w:tcPr>
          <w:p w:rsidR="0026700F" w:rsidRPr="007F09D2" w:rsidRDefault="0026700F" w:rsidP="00C7444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</w:t>
            </w:r>
            <w:r w:rsidR="00C7444B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.2025</w:t>
            </w:r>
          </w:p>
        </w:tc>
        <w:tc>
          <w:tcPr>
            <w:tcW w:w="971" w:type="dxa"/>
            <w:vAlign w:val="center"/>
          </w:tcPr>
          <w:p w:rsidR="0026700F" w:rsidRPr="007F09D2" w:rsidRDefault="0026700F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119" w:type="dxa"/>
            <w:vAlign w:val="center"/>
          </w:tcPr>
          <w:p w:rsidR="0026700F" w:rsidRPr="007F09D2" w:rsidRDefault="0026700F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16" w:type="dxa"/>
            <w:vAlign w:val="center"/>
          </w:tcPr>
          <w:p w:rsidR="0026700F" w:rsidRPr="007F09D2" w:rsidRDefault="0026700F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16" w:type="dxa"/>
            <w:vAlign w:val="center"/>
          </w:tcPr>
          <w:p w:rsidR="0026700F" w:rsidRPr="007F09D2" w:rsidRDefault="0026700F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26700F" w:rsidRPr="007F09D2" w:rsidTr="005730F5">
        <w:trPr>
          <w:trHeight w:val="1703"/>
        </w:trPr>
        <w:tc>
          <w:tcPr>
            <w:tcW w:w="0" w:type="auto"/>
            <w:vMerge/>
          </w:tcPr>
          <w:p w:rsidR="0026700F" w:rsidRPr="007F09D2" w:rsidRDefault="0026700F" w:rsidP="00FA1B3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26700F" w:rsidRPr="007F09D2" w:rsidRDefault="0026700F" w:rsidP="00692CF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F09D2">
              <w:rPr>
                <w:sz w:val="20"/>
                <w:szCs w:val="20"/>
              </w:rPr>
              <w:t>Контрол</w:t>
            </w:r>
            <w:proofErr w:type="spellEnd"/>
            <w:r w:rsidRPr="007F09D2">
              <w:rPr>
                <w:sz w:val="20"/>
                <w:szCs w:val="20"/>
              </w:rPr>
              <w:t xml:space="preserve"> </w:t>
            </w:r>
            <w:proofErr w:type="spellStart"/>
            <w:r w:rsidRPr="007F09D2">
              <w:rPr>
                <w:sz w:val="20"/>
                <w:szCs w:val="20"/>
              </w:rPr>
              <w:t>ьная</w:t>
            </w:r>
            <w:proofErr w:type="spellEnd"/>
            <w:proofErr w:type="gramEnd"/>
            <w:r w:rsidRPr="007F09D2">
              <w:rPr>
                <w:sz w:val="20"/>
                <w:szCs w:val="20"/>
              </w:rPr>
              <w:t xml:space="preserve"> точка:</w:t>
            </w:r>
            <w:r>
              <w:rPr>
                <w:sz w:val="20"/>
                <w:szCs w:val="20"/>
              </w:rPr>
              <w:t xml:space="preserve"> </w:t>
            </w:r>
            <w:r w:rsidR="00C7444B">
              <w:rPr>
                <w:sz w:val="20"/>
                <w:szCs w:val="20"/>
              </w:rPr>
              <w:t xml:space="preserve">выполнения работ по ремонту кровли южного крыла здания </w:t>
            </w:r>
            <w:proofErr w:type="spellStart"/>
            <w:r w:rsidR="00C7444B">
              <w:rPr>
                <w:sz w:val="20"/>
                <w:szCs w:val="20"/>
              </w:rPr>
              <w:t>МБУ</w:t>
            </w:r>
            <w:proofErr w:type="spellEnd"/>
            <w:r w:rsidR="00C7444B">
              <w:rPr>
                <w:sz w:val="20"/>
                <w:szCs w:val="20"/>
              </w:rPr>
              <w:t xml:space="preserve"> ДО «СШ-1»</w:t>
            </w:r>
          </w:p>
        </w:tc>
        <w:tc>
          <w:tcPr>
            <w:tcW w:w="938" w:type="dxa"/>
            <w:vAlign w:val="center"/>
          </w:tcPr>
          <w:p w:rsidR="0026700F" w:rsidRPr="007F09D2" w:rsidRDefault="0026700F" w:rsidP="0026700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КТ-0000000002</w:t>
            </w:r>
          </w:p>
        </w:tc>
        <w:tc>
          <w:tcPr>
            <w:tcW w:w="938" w:type="dxa"/>
            <w:vAlign w:val="center"/>
          </w:tcPr>
          <w:p w:rsidR="0026700F" w:rsidRPr="007F09D2" w:rsidRDefault="0026700F" w:rsidP="00C7444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</w:t>
            </w:r>
            <w:r w:rsidR="00C7444B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оказаны (работы выполнены)</w:t>
            </w:r>
          </w:p>
        </w:tc>
        <w:tc>
          <w:tcPr>
            <w:tcW w:w="853" w:type="dxa"/>
            <w:vAlign w:val="center"/>
          </w:tcPr>
          <w:p w:rsidR="0026700F" w:rsidRPr="007F09D2" w:rsidRDefault="0026700F" w:rsidP="00692CFD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52" w:type="dxa"/>
            <w:vAlign w:val="center"/>
          </w:tcPr>
          <w:p w:rsidR="0026700F" w:rsidRPr="007F09D2" w:rsidRDefault="0026700F" w:rsidP="00692CFD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32" w:type="dxa"/>
            <w:vAlign w:val="center"/>
          </w:tcPr>
          <w:p w:rsidR="0026700F" w:rsidRPr="007F09D2" w:rsidRDefault="0026700F" w:rsidP="00692CF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89" w:type="dxa"/>
            <w:vAlign w:val="center"/>
          </w:tcPr>
          <w:p w:rsidR="0026700F" w:rsidRDefault="00C7444B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2" w:type="dxa"/>
            <w:vAlign w:val="center"/>
          </w:tcPr>
          <w:p w:rsidR="0026700F" w:rsidRPr="007F09D2" w:rsidRDefault="0026700F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89" w:type="dxa"/>
            <w:vAlign w:val="center"/>
          </w:tcPr>
          <w:p w:rsidR="0026700F" w:rsidRDefault="004B5BB8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9" w:type="dxa"/>
            <w:vAlign w:val="center"/>
          </w:tcPr>
          <w:p w:rsidR="0026700F" w:rsidRDefault="00C7444B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2" w:type="dxa"/>
            <w:vAlign w:val="center"/>
          </w:tcPr>
          <w:p w:rsidR="0026700F" w:rsidRPr="007F09D2" w:rsidRDefault="0026700F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666" w:type="dxa"/>
            <w:vAlign w:val="center"/>
          </w:tcPr>
          <w:p w:rsidR="0026700F" w:rsidRDefault="00C7444B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31.10</w:t>
            </w:r>
            <w:r w:rsidR="0026700F">
              <w:rPr>
                <w:sz w:val="20"/>
                <w:szCs w:val="20"/>
              </w:rPr>
              <w:t>.2025</w:t>
            </w:r>
          </w:p>
        </w:tc>
        <w:tc>
          <w:tcPr>
            <w:tcW w:w="1379" w:type="dxa"/>
            <w:vAlign w:val="center"/>
          </w:tcPr>
          <w:p w:rsidR="0026700F" w:rsidRDefault="00C7444B" w:rsidP="00F936C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</w:t>
            </w:r>
            <w:r w:rsidR="00F936CC">
              <w:rPr>
                <w:sz w:val="20"/>
                <w:szCs w:val="20"/>
              </w:rPr>
              <w:t>08</w:t>
            </w:r>
            <w:r w:rsidR="0026700F">
              <w:rPr>
                <w:sz w:val="20"/>
                <w:szCs w:val="20"/>
              </w:rPr>
              <w:t>.2025</w:t>
            </w:r>
          </w:p>
        </w:tc>
        <w:tc>
          <w:tcPr>
            <w:tcW w:w="971" w:type="dxa"/>
            <w:vAlign w:val="center"/>
          </w:tcPr>
          <w:p w:rsidR="0026700F" w:rsidRPr="007F09D2" w:rsidRDefault="0026700F" w:rsidP="00692CF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119" w:type="dxa"/>
            <w:vAlign w:val="center"/>
          </w:tcPr>
          <w:p w:rsidR="0026700F" w:rsidRPr="007F09D2" w:rsidRDefault="0026700F" w:rsidP="00692CF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16" w:type="dxa"/>
            <w:vAlign w:val="center"/>
          </w:tcPr>
          <w:p w:rsidR="0026700F" w:rsidRPr="007F09D2" w:rsidRDefault="0026700F" w:rsidP="00692CF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16" w:type="dxa"/>
            <w:vAlign w:val="center"/>
          </w:tcPr>
          <w:p w:rsidR="0026700F" w:rsidRPr="007F09D2" w:rsidRDefault="0026700F" w:rsidP="00692CF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</w:tbl>
    <w:p w:rsidR="00E73603" w:rsidRPr="007F09D2" w:rsidRDefault="00E73603" w:rsidP="00E73603">
      <w:pPr>
        <w:ind w:left="5670"/>
        <w:jc w:val="both"/>
      </w:pPr>
    </w:p>
    <w:p w:rsidR="00E73603" w:rsidRPr="007F09D2" w:rsidRDefault="00E73603" w:rsidP="00E73603">
      <w:pPr>
        <w:ind w:left="5670"/>
        <w:jc w:val="both"/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AA6EBF" w:rsidRDefault="00AA6EBF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  <w:sectPr w:rsidR="00AA6EBF" w:rsidSect="00E73603">
          <w:pgSz w:w="16840" w:h="11906" w:orient="landscape"/>
          <w:pgMar w:top="1134" w:right="850" w:bottom="850" w:left="850" w:header="0" w:footer="0" w:gutter="0"/>
          <w:cols w:space="720"/>
          <w:noEndnote/>
          <w:docGrid w:linePitch="272"/>
        </w:sectPr>
      </w:pPr>
    </w:p>
    <w:p w:rsidR="00C22CB7" w:rsidRPr="00B226B1" w:rsidRDefault="00C22CB7" w:rsidP="00B226B1">
      <w:pPr>
        <w:tabs>
          <w:tab w:val="left" w:pos="396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Pr="001E7946" w:rsidRDefault="00042CC1" w:rsidP="009D25F1">
      <w:pPr>
        <w:pStyle w:val="ConsPlusNormal"/>
        <w:ind w:firstLine="709"/>
        <w:jc w:val="both"/>
        <w:rPr>
          <w:sz w:val="28"/>
          <w:szCs w:val="28"/>
        </w:rPr>
      </w:pPr>
    </w:p>
    <w:sectPr w:rsidR="00042CC1" w:rsidRPr="001E7946" w:rsidSect="00AA6EBF">
      <w:headerReference w:type="even" r:id="rId10"/>
      <w:headerReference w:type="default" r:id="rId11"/>
      <w:footerReference w:type="even" r:id="rId12"/>
      <w:footerReference w:type="default" r:id="rId13"/>
      <w:pgSz w:w="11906" w:h="16840"/>
      <w:pgMar w:top="850" w:right="850" w:bottom="850" w:left="1134" w:header="0" w:footer="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EF6" w:rsidRDefault="00F47EF6">
      <w:r>
        <w:separator/>
      </w:r>
    </w:p>
  </w:endnote>
  <w:endnote w:type="continuationSeparator" w:id="0">
    <w:p w:rsidR="00F47EF6" w:rsidRDefault="00F47E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417D3E" w:rsidP="002F6FCC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31B0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1B09" w:rsidRDefault="00631B09" w:rsidP="002F6FCC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631B09" w:rsidP="002F6FCC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EF6" w:rsidRDefault="00F47EF6">
      <w:r>
        <w:separator/>
      </w:r>
    </w:p>
  </w:footnote>
  <w:footnote w:type="continuationSeparator" w:id="0">
    <w:p w:rsidR="00F47EF6" w:rsidRDefault="00F47E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631B09">
    <w:pPr>
      <w:pStyle w:val="a5"/>
      <w:jc w:val="right"/>
    </w:pPr>
  </w:p>
  <w:p w:rsidR="00631B09" w:rsidRDefault="00631B0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417D3E" w:rsidP="003344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31B0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1B09" w:rsidRDefault="00631B09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417D3E">
    <w:pPr>
      <w:pStyle w:val="a5"/>
      <w:jc w:val="right"/>
    </w:pPr>
    <w:fldSimple w:instr=" PAGE   \* MERGEFORMAT ">
      <w:r w:rsidR="00E22066">
        <w:rPr>
          <w:noProof/>
        </w:rPr>
        <w:t>6</w:t>
      </w:r>
    </w:fldSimple>
  </w:p>
  <w:p w:rsidR="00631B09" w:rsidRDefault="00631B09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54601"/>
    <w:multiLevelType w:val="hybridMultilevel"/>
    <w:tmpl w:val="ECA05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A3D81"/>
    <w:multiLevelType w:val="singleLevel"/>
    <w:tmpl w:val="74845C8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>
    <w:nsid w:val="45326076"/>
    <w:multiLevelType w:val="hybridMultilevel"/>
    <w:tmpl w:val="3AD44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670"/>
    <w:rsid w:val="00005FAC"/>
    <w:rsid w:val="00013582"/>
    <w:rsid w:val="00013B2B"/>
    <w:rsid w:val="0001598D"/>
    <w:rsid w:val="0001601C"/>
    <w:rsid w:val="00016725"/>
    <w:rsid w:val="000207C6"/>
    <w:rsid w:val="0002426C"/>
    <w:rsid w:val="000317EE"/>
    <w:rsid w:val="00035031"/>
    <w:rsid w:val="00036A15"/>
    <w:rsid w:val="0004161A"/>
    <w:rsid w:val="00042CC1"/>
    <w:rsid w:val="000463C8"/>
    <w:rsid w:val="00047091"/>
    <w:rsid w:val="0004786C"/>
    <w:rsid w:val="000617A2"/>
    <w:rsid w:val="000625D8"/>
    <w:rsid w:val="00062BA2"/>
    <w:rsid w:val="0006354C"/>
    <w:rsid w:val="0006597C"/>
    <w:rsid w:val="00074368"/>
    <w:rsid w:val="000827F5"/>
    <w:rsid w:val="00082A88"/>
    <w:rsid w:val="00092182"/>
    <w:rsid w:val="0009291D"/>
    <w:rsid w:val="0009440F"/>
    <w:rsid w:val="0009636E"/>
    <w:rsid w:val="000A1447"/>
    <w:rsid w:val="000A79D1"/>
    <w:rsid w:val="000B1C7A"/>
    <w:rsid w:val="000B5659"/>
    <w:rsid w:val="000B6F00"/>
    <w:rsid w:val="000B72B2"/>
    <w:rsid w:val="000B76A7"/>
    <w:rsid w:val="000C1EF8"/>
    <w:rsid w:val="000C2A54"/>
    <w:rsid w:val="000C3783"/>
    <w:rsid w:val="000C3AD2"/>
    <w:rsid w:val="000D03B5"/>
    <w:rsid w:val="000D7562"/>
    <w:rsid w:val="000E0142"/>
    <w:rsid w:val="000E2AB9"/>
    <w:rsid w:val="000E2DD4"/>
    <w:rsid w:val="000E4604"/>
    <w:rsid w:val="000F2AB1"/>
    <w:rsid w:val="000F5126"/>
    <w:rsid w:val="000F5396"/>
    <w:rsid w:val="000F5A23"/>
    <w:rsid w:val="000F6704"/>
    <w:rsid w:val="000F7456"/>
    <w:rsid w:val="00103CBC"/>
    <w:rsid w:val="00103EB5"/>
    <w:rsid w:val="001078BF"/>
    <w:rsid w:val="00110881"/>
    <w:rsid w:val="001121BD"/>
    <w:rsid w:val="00114691"/>
    <w:rsid w:val="00125112"/>
    <w:rsid w:val="00127C42"/>
    <w:rsid w:val="00127D95"/>
    <w:rsid w:val="00127EB7"/>
    <w:rsid w:val="001318C3"/>
    <w:rsid w:val="00133EB4"/>
    <w:rsid w:val="00134F02"/>
    <w:rsid w:val="0014302A"/>
    <w:rsid w:val="00143746"/>
    <w:rsid w:val="00143755"/>
    <w:rsid w:val="00143834"/>
    <w:rsid w:val="001517BB"/>
    <w:rsid w:val="00157ECF"/>
    <w:rsid w:val="001673EE"/>
    <w:rsid w:val="00172452"/>
    <w:rsid w:val="00172582"/>
    <w:rsid w:val="00180A69"/>
    <w:rsid w:val="00184A4B"/>
    <w:rsid w:val="00185FB1"/>
    <w:rsid w:val="001904D2"/>
    <w:rsid w:val="0019624B"/>
    <w:rsid w:val="001A180E"/>
    <w:rsid w:val="001A65FB"/>
    <w:rsid w:val="001A7CE4"/>
    <w:rsid w:val="001B78E9"/>
    <w:rsid w:val="001C05C1"/>
    <w:rsid w:val="001C564A"/>
    <w:rsid w:val="001D4E4D"/>
    <w:rsid w:val="001E29F1"/>
    <w:rsid w:val="001E3B0B"/>
    <w:rsid w:val="001E42C3"/>
    <w:rsid w:val="001E72C8"/>
    <w:rsid w:val="001E7946"/>
    <w:rsid w:val="001F3400"/>
    <w:rsid w:val="001F7241"/>
    <w:rsid w:val="001F7DF3"/>
    <w:rsid w:val="00200386"/>
    <w:rsid w:val="00202DCF"/>
    <w:rsid w:val="00204510"/>
    <w:rsid w:val="002129EE"/>
    <w:rsid w:val="00213F01"/>
    <w:rsid w:val="0021529C"/>
    <w:rsid w:val="00215DB4"/>
    <w:rsid w:val="00220125"/>
    <w:rsid w:val="00220E45"/>
    <w:rsid w:val="002312B6"/>
    <w:rsid w:val="00232C09"/>
    <w:rsid w:val="00233A1C"/>
    <w:rsid w:val="002346F2"/>
    <w:rsid w:val="00235915"/>
    <w:rsid w:val="00237A1C"/>
    <w:rsid w:val="0024382C"/>
    <w:rsid w:val="00243F05"/>
    <w:rsid w:val="00247417"/>
    <w:rsid w:val="00247C59"/>
    <w:rsid w:val="002503F4"/>
    <w:rsid w:val="002563C6"/>
    <w:rsid w:val="0026053C"/>
    <w:rsid w:val="0026113D"/>
    <w:rsid w:val="00261C42"/>
    <w:rsid w:val="0026218E"/>
    <w:rsid w:val="00262849"/>
    <w:rsid w:val="00262F7D"/>
    <w:rsid w:val="0026316E"/>
    <w:rsid w:val="0026700F"/>
    <w:rsid w:val="002761E6"/>
    <w:rsid w:val="0027652B"/>
    <w:rsid w:val="0028051B"/>
    <w:rsid w:val="00282C71"/>
    <w:rsid w:val="002833EF"/>
    <w:rsid w:val="00286DE1"/>
    <w:rsid w:val="00287A4E"/>
    <w:rsid w:val="00290301"/>
    <w:rsid w:val="00293357"/>
    <w:rsid w:val="00294E69"/>
    <w:rsid w:val="0029703A"/>
    <w:rsid w:val="002A095F"/>
    <w:rsid w:val="002A0EEF"/>
    <w:rsid w:val="002A1984"/>
    <w:rsid w:val="002A1DDA"/>
    <w:rsid w:val="002A44E2"/>
    <w:rsid w:val="002A4694"/>
    <w:rsid w:val="002A583B"/>
    <w:rsid w:val="002A7A10"/>
    <w:rsid w:val="002A7D86"/>
    <w:rsid w:val="002B6F06"/>
    <w:rsid w:val="002B7211"/>
    <w:rsid w:val="002C0086"/>
    <w:rsid w:val="002C00D3"/>
    <w:rsid w:val="002C02A1"/>
    <w:rsid w:val="002C2536"/>
    <w:rsid w:val="002C2F4F"/>
    <w:rsid w:val="002C3DA5"/>
    <w:rsid w:val="002D0268"/>
    <w:rsid w:val="002D43AE"/>
    <w:rsid w:val="002D4420"/>
    <w:rsid w:val="002D56D8"/>
    <w:rsid w:val="002D7D92"/>
    <w:rsid w:val="002E31BA"/>
    <w:rsid w:val="002E46DE"/>
    <w:rsid w:val="002E76E8"/>
    <w:rsid w:val="002F083F"/>
    <w:rsid w:val="002F124C"/>
    <w:rsid w:val="002F48AA"/>
    <w:rsid w:val="002F6918"/>
    <w:rsid w:val="002F6FCC"/>
    <w:rsid w:val="0030091C"/>
    <w:rsid w:val="0030207B"/>
    <w:rsid w:val="00303070"/>
    <w:rsid w:val="00305804"/>
    <w:rsid w:val="00306648"/>
    <w:rsid w:val="003071F1"/>
    <w:rsid w:val="00307D41"/>
    <w:rsid w:val="00314523"/>
    <w:rsid w:val="00314FC2"/>
    <w:rsid w:val="003156EC"/>
    <w:rsid w:val="00317040"/>
    <w:rsid w:val="00321F5C"/>
    <w:rsid w:val="00323650"/>
    <w:rsid w:val="00324273"/>
    <w:rsid w:val="0032485F"/>
    <w:rsid w:val="00324FC7"/>
    <w:rsid w:val="0033124F"/>
    <w:rsid w:val="00334406"/>
    <w:rsid w:val="003358CA"/>
    <w:rsid w:val="0034202B"/>
    <w:rsid w:val="00345033"/>
    <w:rsid w:val="003464F4"/>
    <w:rsid w:val="00346A54"/>
    <w:rsid w:val="00346E98"/>
    <w:rsid w:val="0034765E"/>
    <w:rsid w:val="00347722"/>
    <w:rsid w:val="00351870"/>
    <w:rsid w:val="00353688"/>
    <w:rsid w:val="003558BF"/>
    <w:rsid w:val="0035685B"/>
    <w:rsid w:val="00357931"/>
    <w:rsid w:val="00363DCC"/>
    <w:rsid w:val="00364056"/>
    <w:rsid w:val="00365321"/>
    <w:rsid w:val="00365963"/>
    <w:rsid w:val="00365BA8"/>
    <w:rsid w:val="00367C8F"/>
    <w:rsid w:val="0037285F"/>
    <w:rsid w:val="00372BAA"/>
    <w:rsid w:val="003736F3"/>
    <w:rsid w:val="003740AA"/>
    <w:rsid w:val="00377A36"/>
    <w:rsid w:val="00380CA5"/>
    <w:rsid w:val="003815D3"/>
    <w:rsid w:val="00381ED2"/>
    <w:rsid w:val="0038211B"/>
    <w:rsid w:val="003861EE"/>
    <w:rsid w:val="00386B82"/>
    <w:rsid w:val="0039079E"/>
    <w:rsid w:val="003909AF"/>
    <w:rsid w:val="0039260C"/>
    <w:rsid w:val="00392ACB"/>
    <w:rsid w:val="00393A8F"/>
    <w:rsid w:val="0039470F"/>
    <w:rsid w:val="003977AF"/>
    <w:rsid w:val="003A06DC"/>
    <w:rsid w:val="003A1DED"/>
    <w:rsid w:val="003A2586"/>
    <w:rsid w:val="003B22BE"/>
    <w:rsid w:val="003B2CB5"/>
    <w:rsid w:val="003B3193"/>
    <w:rsid w:val="003B37FE"/>
    <w:rsid w:val="003B7CF8"/>
    <w:rsid w:val="003C4363"/>
    <w:rsid w:val="003C4600"/>
    <w:rsid w:val="003C4DC8"/>
    <w:rsid w:val="003C5C6E"/>
    <w:rsid w:val="003C7E64"/>
    <w:rsid w:val="003D3192"/>
    <w:rsid w:val="003D7AAD"/>
    <w:rsid w:val="003E6124"/>
    <w:rsid w:val="003F6253"/>
    <w:rsid w:val="003F72B3"/>
    <w:rsid w:val="004011D5"/>
    <w:rsid w:val="00411106"/>
    <w:rsid w:val="00413991"/>
    <w:rsid w:val="0041403E"/>
    <w:rsid w:val="0041799A"/>
    <w:rsid w:val="00417D3E"/>
    <w:rsid w:val="00421FB1"/>
    <w:rsid w:val="00423EBE"/>
    <w:rsid w:val="0042594E"/>
    <w:rsid w:val="004268F2"/>
    <w:rsid w:val="00430DA2"/>
    <w:rsid w:val="00431D35"/>
    <w:rsid w:val="004352BE"/>
    <w:rsid w:val="004354E4"/>
    <w:rsid w:val="00440CBF"/>
    <w:rsid w:val="00445F0B"/>
    <w:rsid w:val="00445FA4"/>
    <w:rsid w:val="004461C1"/>
    <w:rsid w:val="00446722"/>
    <w:rsid w:val="004470F3"/>
    <w:rsid w:val="00450BB9"/>
    <w:rsid w:val="00453642"/>
    <w:rsid w:val="0045382D"/>
    <w:rsid w:val="00454D79"/>
    <w:rsid w:val="00457510"/>
    <w:rsid w:val="00460BAB"/>
    <w:rsid w:val="004638A6"/>
    <w:rsid w:val="00464C62"/>
    <w:rsid w:val="00464CFE"/>
    <w:rsid w:val="00465665"/>
    <w:rsid w:val="004701BE"/>
    <w:rsid w:val="00471FE3"/>
    <w:rsid w:val="0047269E"/>
    <w:rsid w:val="0047485A"/>
    <w:rsid w:val="00474D78"/>
    <w:rsid w:val="00480943"/>
    <w:rsid w:val="00482335"/>
    <w:rsid w:val="00482E64"/>
    <w:rsid w:val="00485FE5"/>
    <w:rsid w:val="00491F2F"/>
    <w:rsid w:val="0049210F"/>
    <w:rsid w:val="00495CA3"/>
    <w:rsid w:val="0049688B"/>
    <w:rsid w:val="004B21B9"/>
    <w:rsid w:val="004B2F07"/>
    <w:rsid w:val="004B4A2E"/>
    <w:rsid w:val="004B5BB8"/>
    <w:rsid w:val="004B7DA4"/>
    <w:rsid w:val="004C22C2"/>
    <w:rsid w:val="004C7552"/>
    <w:rsid w:val="004C7FA5"/>
    <w:rsid w:val="004D0D18"/>
    <w:rsid w:val="004D2902"/>
    <w:rsid w:val="004D345F"/>
    <w:rsid w:val="004D41B4"/>
    <w:rsid w:val="004D5154"/>
    <w:rsid w:val="004E25DB"/>
    <w:rsid w:val="004E527E"/>
    <w:rsid w:val="004E5D25"/>
    <w:rsid w:val="004E69C7"/>
    <w:rsid w:val="004E7CEE"/>
    <w:rsid w:val="004F057D"/>
    <w:rsid w:val="004F1146"/>
    <w:rsid w:val="0050188E"/>
    <w:rsid w:val="00503DD5"/>
    <w:rsid w:val="00506DD0"/>
    <w:rsid w:val="00513703"/>
    <w:rsid w:val="00515332"/>
    <w:rsid w:val="005157F5"/>
    <w:rsid w:val="00516CFE"/>
    <w:rsid w:val="00523B0D"/>
    <w:rsid w:val="00526D91"/>
    <w:rsid w:val="00530070"/>
    <w:rsid w:val="00534692"/>
    <w:rsid w:val="00536C41"/>
    <w:rsid w:val="0053769C"/>
    <w:rsid w:val="005376E0"/>
    <w:rsid w:val="005446D7"/>
    <w:rsid w:val="00547DDD"/>
    <w:rsid w:val="00551289"/>
    <w:rsid w:val="00557155"/>
    <w:rsid w:val="00565110"/>
    <w:rsid w:val="005702B1"/>
    <w:rsid w:val="005704F8"/>
    <w:rsid w:val="0057258C"/>
    <w:rsid w:val="005730F5"/>
    <w:rsid w:val="00582A87"/>
    <w:rsid w:val="005853DF"/>
    <w:rsid w:val="00585C35"/>
    <w:rsid w:val="0059499B"/>
    <w:rsid w:val="005957AD"/>
    <w:rsid w:val="0059739C"/>
    <w:rsid w:val="005A28B7"/>
    <w:rsid w:val="005A5A13"/>
    <w:rsid w:val="005A65DD"/>
    <w:rsid w:val="005B0192"/>
    <w:rsid w:val="005B3D65"/>
    <w:rsid w:val="005B7572"/>
    <w:rsid w:val="005B7FC4"/>
    <w:rsid w:val="005C1E5A"/>
    <w:rsid w:val="005C33D1"/>
    <w:rsid w:val="005C34F6"/>
    <w:rsid w:val="005C3D7B"/>
    <w:rsid w:val="005C5E2F"/>
    <w:rsid w:val="005C6B7A"/>
    <w:rsid w:val="005C7414"/>
    <w:rsid w:val="005D25D5"/>
    <w:rsid w:val="005D5D5F"/>
    <w:rsid w:val="005D6E4C"/>
    <w:rsid w:val="005D76A9"/>
    <w:rsid w:val="005E066E"/>
    <w:rsid w:val="005E146F"/>
    <w:rsid w:val="005E5AE3"/>
    <w:rsid w:val="005F2D50"/>
    <w:rsid w:val="005F4535"/>
    <w:rsid w:val="005F52A0"/>
    <w:rsid w:val="005F71F2"/>
    <w:rsid w:val="006036B0"/>
    <w:rsid w:val="006156D9"/>
    <w:rsid w:val="00620489"/>
    <w:rsid w:val="00620A3B"/>
    <w:rsid w:val="00622673"/>
    <w:rsid w:val="006227B6"/>
    <w:rsid w:val="006230BD"/>
    <w:rsid w:val="00624FBF"/>
    <w:rsid w:val="00631B09"/>
    <w:rsid w:val="0063790E"/>
    <w:rsid w:val="0064282B"/>
    <w:rsid w:val="006431B3"/>
    <w:rsid w:val="00645E23"/>
    <w:rsid w:val="00651439"/>
    <w:rsid w:val="0065247D"/>
    <w:rsid w:val="0065264D"/>
    <w:rsid w:val="006538B9"/>
    <w:rsid w:val="0065537B"/>
    <w:rsid w:val="0065538F"/>
    <w:rsid w:val="00655DFA"/>
    <w:rsid w:val="00655ECB"/>
    <w:rsid w:val="006566B0"/>
    <w:rsid w:val="006634DA"/>
    <w:rsid w:val="0066526D"/>
    <w:rsid w:val="00667865"/>
    <w:rsid w:val="00670CA3"/>
    <w:rsid w:val="00673374"/>
    <w:rsid w:val="00676BFB"/>
    <w:rsid w:val="006808CB"/>
    <w:rsid w:val="006815D2"/>
    <w:rsid w:val="006844A3"/>
    <w:rsid w:val="00685CDD"/>
    <w:rsid w:val="00685FEB"/>
    <w:rsid w:val="006949D1"/>
    <w:rsid w:val="00695BD7"/>
    <w:rsid w:val="00696141"/>
    <w:rsid w:val="0069663A"/>
    <w:rsid w:val="006966F0"/>
    <w:rsid w:val="006A2E6B"/>
    <w:rsid w:val="006A4D94"/>
    <w:rsid w:val="006A6A34"/>
    <w:rsid w:val="006B1CA0"/>
    <w:rsid w:val="006B1CD5"/>
    <w:rsid w:val="006B7392"/>
    <w:rsid w:val="006C1189"/>
    <w:rsid w:val="006C3698"/>
    <w:rsid w:val="006C46CF"/>
    <w:rsid w:val="006C5031"/>
    <w:rsid w:val="006C65BE"/>
    <w:rsid w:val="006C72B2"/>
    <w:rsid w:val="006C78FD"/>
    <w:rsid w:val="006D131D"/>
    <w:rsid w:val="006D2E0D"/>
    <w:rsid w:val="006D34C3"/>
    <w:rsid w:val="006E1769"/>
    <w:rsid w:val="006F01C0"/>
    <w:rsid w:val="006F127B"/>
    <w:rsid w:val="006F26CE"/>
    <w:rsid w:val="006F32C2"/>
    <w:rsid w:val="006F488A"/>
    <w:rsid w:val="006F557C"/>
    <w:rsid w:val="006F572C"/>
    <w:rsid w:val="006F7A2B"/>
    <w:rsid w:val="00702240"/>
    <w:rsid w:val="00704156"/>
    <w:rsid w:val="00707471"/>
    <w:rsid w:val="00711405"/>
    <w:rsid w:val="00711617"/>
    <w:rsid w:val="0071368E"/>
    <w:rsid w:val="00715EFF"/>
    <w:rsid w:val="007162FC"/>
    <w:rsid w:val="00716F1F"/>
    <w:rsid w:val="00720A38"/>
    <w:rsid w:val="00725DEA"/>
    <w:rsid w:val="007263FB"/>
    <w:rsid w:val="0072713E"/>
    <w:rsid w:val="007319E8"/>
    <w:rsid w:val="00732471"/>
    <w:rsid w:val="00733673"/>
    <w:rsid w:val="0073633C"/>
    <w:rsid w:val="0073737C"/>
    <w:rsid w:val="00740035"/>
    <w:rsid w:val="00741F8F"/>
    <w:rsid w:val="00743ABC"/>
    <w:rsid w:val="007445B6"/>
    <w:rsid w:val="00744C90"/>
    <w:rsid w:val="00747D60"/>
    <w:rsid w:val="00747E05"/>
    <w:rsid w:val="00751108"/>
    <w:rsid w:val="00751720"/>
    <w:rsid w:val="00754D99"/>
    <w:rsid w:val="007564F8"/>
    <w:rsid w:val="0076153E"/>
    <w:rsid w:val="00761A69"/>
    <w:rsid w:val="00761CC1"/>
    <w:rsid w:val="00762B32"/>
    <w:rsid w:val="00764000"/>
    <w:rsid w:val="0076673A"/>
    <w:rsid w:val="0076724A"/>
    <w:rsid w:val="00767677"/>
    <w:rsid w:val="007715BF"/>
    <w:rsid w:val="00771B1C"/>
    <w:rsid w:val="00771D13"/>
    <w:rsid w:val="007738E0"/>
    <w:rsid w:val="007762D8"/>
    <w:rsid w:val="00776AB3"/>
    <w:rsid w:val="00777348"/>
    <w:rsid w:val="007779AA"/>
    <w:rsid w:val="007801CE"/>
    <w:rsid w:val="00780889"/>
    <w:rsid w:val="007865B7"/>
    <w:rsid w:val="007905D6"/>
    <w:rsid w:val="00793A7E"/>
    <w:rsid w:val="00793D1F"/>
    <w:rsid w:val="0079514B"/>
    <w:rsid w:val="007954E0"/>
    <w:rsid w:val="0079681B"/>
    <w:rsid w:val="00797887"/>
    <w:rsid w:val="007A02A3"/>
    <w:rsid w:val="007A07CD"/>
    <w:rsid w:val="007A2281"/>
    <w:rsid w:val="007A25CE"/>
    <w:rsid w:val="007A4604"/>
    <w:rsid w:val="007A532D"/>
    <w:rsid w:val="007A7EFD"/>
    <w:rsid w:val="007B0C06"/>
    <w:rsid w:val="007B395B"/>
    <w:rsid w:val="007B7240"/>
    <w:rsid w:val="007C0F64"/>
    <w:rsid w:val="007C1314"/>
    <w:rsid w:val="007C149A"/>
    <w:rsid w:val="007C325D"/>
    <w:rsid w:val="007C3939"/>
    <w:rsid w:val="007D10C3"/>
    <w:rsid w:val="007D672A"/>
    <w:rsid w:val="007D687C"/>
    <w:rsid w:val="007D77A9"/>
    <w:rsid w:val="007D7D7D"/>
    <w:rsid w:val="007E042C"/>
    <w:rsid w:val="007E0C0C"/>
    <w:rsid w:val="007E1048"/>
    <w:rsid w:val="007E2AE9"/>
    <w:rsid w:val="007E360A"/>
    <w:rsid w:val="007E439F"/>
    <w:rsid w:val="007E54C2"/>
    <w:rsid w:val="007E620B"/>
    <w:rsid w:val="007F048D"/>
    <w:rsid w:val="007F09D2"/>
    <w:rsid w:val="007F2BB7"/>
    <w:rsid w:val="007F4522"/>
    <w:rsid w:val="00800AE4"/>
    <w:rsid w:val="0080499E"/>
    <w:rsid w:val="00810BA7"/>
    <w:rsid w:val="00811A33"/>
    <w:rsid w:val="008123E9"/>
    <w:rsid w:val="00812439"/>
    <w:rsid w:val="008220DD"/>
    <w:rsid w:val="00827075"/>
    <w:rsid w:val="00827B49"/>
    <w:rsid w:val="00832827"/>
    <w:rsid w:val="0083494D"/>
    <w:rsid w:val="00843137"/>
    <w:rsid w:val="00844865"/>
    <w:rsid w:val="00844CA4"/>
    <w:rsid w:val="00845A96"/>
    <w:rsid w:val="008465B2"/>
    <w:rsid w:val="0086056E"/>
    <w:rsid w:val="008639DC"/>
    <w:rsid w:val="00866D75"/>
    <w:rsid w:val="0087050D"/>
    <w:rsid w:val="0087340D"/>
    <w:rsid w:val="00875768"/>
    <w:rsid w:val="00875940"/>
    <w:rsid w:val="00883090"/>
    <w:rsid w:val="008836B4"/>
    <w:rsid w:val="00891FCE"/>
    <w:rsid w:val="00893547"/>
    <w:rsid w:val="0089392F"/>
    <w:rsid w:val="00897376"/>
    <w:rsid w:val="008A0EE9"/>
    <w:rsid w:val="008A33BA"/>
    <w:rsid w:val="008A35C7"/>
    <w:rsid w:val="008A3EBD"/>
    <w:rsid w:val="008A4DC3"/>
    <w:rsid w:val="008A4E1F"/>
    <w:rsid w:val="008A53E9"/>
    <w:rsid w:val="008A74AF"/>
    <w:rsid w:val="008B0AD1"/>
    <w:rsid w:val="008C226C"/>
    <w:rsid w:val="008C2BAC"/>
    <w:rsid w:val="008C4342"/>
    <w:rsid w:val="008C5515"/>
    <w:rsid w:val="008D1C5F"/>
    <w:rsid w:val="008D4C8C"/>
    <w:rsid w:val="008D5EC2"/>
    <w:rsid w:val="008D65E5"/>
    <w:rsid w:val="008F2017"/>
    <w:rsid w:val="008F70D7"/>
    <w:rsid w:val="00900043"/>
    <w:rsid w:val="00900CEC"/>
    <w:rsid w:val="009027E1"/>
    <w:rsid w:val="00903B13"/>
    <w:rsid w:val="00904B3D"/>
    <w:rsid w:val="00906BF7"/>
    <w:rsid w:val="00910322"/>
    <w:rsid w:val="009114A3"/>
    <w:rsid w:val="009149E2"/>
    <w:rsid w:val="0091656D"/>
    <w:rsid w:val="009205FD"/>
    <w:rsid w:val="0092372D"/>
    <w:rsid w:val="00923B07"/>
    <w:rsid w:val="00924364"/>
    <w:rsid w:val="00924D75"/>
    <w:rsid w:val="00927744"/>
    <w:rsid w:val="00927D2C"/>
    <w:rsid w:val="00933ED9"/>
    <w:rsid w:val="009348FF"/>
    <w:rsid w:val="00940721"/>
    <w:rsid w:val="009409F6"/>
    <w:rsid w:val="009427E5"/>
    <w:rsid w:val="009452A7"/>
    <w:rsid w:val="00945B58"/>
    <w:rsid w:val="00950ADE"/>
    <w:rsid w:val="00951122"/>
    <w:rsid w:val="0095257A"/>
    <w:rsid w:val="00953B62"/>
    <w:rsid w:val="00954B3D"/>
    <w:rsid w:val="00954F07"/>
    <w:rsid w:val="00955B2A"/>
    <w:rsid w:val="0095754E"/>
    <w:rsid w:val="00957BD9"/>
    <w:rsid w:val="00957F05"/>
    <w:rsid w:val="00967399"/>
    <w:rsid w:val="0097069E"/>
    <w:rsid w:val="00970DD5"/>
    <w:rsid w:val="00972308"/>
    <w:rsid w:val="0097363D"/>
    <w:rsid w:val="00976761"/>
    <w:rsid w:val="0097779B"/>
    <w:rsid w:val="0098242D"/>
    <w:rsid w:val="009825D7"/>
    <w:rsid w:val="00984E25"/>
    <w:rsid w:val="009859F2"/>
    <w:rsid w:val="00985D18"/>
    <w:rsid w:val="0099215F"/>
    <w:rsid w:val="00997AE0"/>
    <w:rsid w:val="009A151D"/>
    <w:rsid w:val="009A4802"/>
    <w:rsid w:val="009A4A75"/>
    <w:rsid w:val="009A799F"/>
    <w:rsid w:val="009B09F2"/>
    <w:rsid w:val="009B1070"/>
    <w:rsid w:val="009B15DB"/>
    <w:rsid w:val="009B3333"/>
    <w:rsid w:val="009B4334"/>
    <w:rsid w:val="009C1CC4"/>
    <w:rsid w:val="009C3590"/>
    <w:rsid w:val="009C3A2D"/>
    <w:rsid w:val="009C3AA4"/>
    <w:rsid w:val="009C47C4"/>
    <w:rsid w:val="009C4878"/>
    <w:rsid w:val="009C778E"/>
    <w:rsid w:val="009D06F2"/>
    <w:rsid w:val="009D25F1"/>
    <w:rsid w:val="009D3E64"/>
    <w:rsid w:val="009D562F"/>
    <w:rsid w:val="009D650A"/>
    <w:rsid w:val="009D6F83"/>
    <w:rsid w:val="009E084E"/>
    <w:rsid w:val="009E2B8B"/>
    <w:rsid w:val="009E4AB7"/>
    <w:rsid w:val="009E6015"/>
    <w:rsid w:val="009E7883"/>
    <w:rsid w:val="009F1AD7"/>
    <w:rsid w:val="009F206D"/>
    <w:rsid w:val="009F4724"/>
    <w:rsid w:val="009F7898"/>
    <w:rsid w:val="00A013E7"/>
    <w:rsid w:val="00A01587"/>
    <w:rsid w:val="00A01A8A"/>
    <w:rsid w:val="00A02626"/>
    <w:rsid w:val="00A03EDC"/>
    <w:rsid w:val="00A067A4"/>
    <w:rsid w:val="00A06F8F"/>
    <w:rsid w:val="00A07ACF"/>
    <w:rsid w:val="00A10031"/>
    <w:rsid w:val="00A123CC"/>
    <w:rsid w:val="00A12F84"/>
    <w:rsid w:val="00A13FFC"/>
    <w:rsid w:val="00A14441"/>
    <w:rsid w:val="00A144B6"/>
    <w:rsid w:val="00A2054C"/>
    <w:rsid w:val="00A21680"/>
    <w:rsid w:val="00A227F3"/>
    <w:rsid w:val="00A22E5E"/>
    <w:rsid w:val="00A3308A"/>
    <w:rsid w:val="00A33388"/>
    <w:rsid w:val="00A33CDA"/>
    <w:rsid w:val="00A3440A"/>
    <w:rsid w:val="00A35AF6"/>
    <w:rsid w:val="00A36CE4"/>
    <w:rsid w:val="00A415DA"/>
    <w:rsid w:val="00A43490"/>
    <w:rsid w:val="00A4494F"/>
    <w:rsid w:val="00A50892"/>
    <w:rsid w:val="00A51CF3"/>
    <w:rsid w:val="00A53C87"/>
    <w:rsid w:val="00A5692E"/>
    <w:rsid w:val="00A5784A"/>
    <w:rsid w:val="00A57A28"/>
    <w:rsid w:val="00A60CF2"/>
    <w:rsid w:val="00A625D0"/>
    <w:rsid w:val="00A63FF0"/>
    <w:rsid w:val="00A671AE"/>
    <w:rsid w:val="00A7224F"/>
    <w:rsid w:val="00A75435"/>
    <w:rsid w:val="00A7686F"/>
    <w:rsid w:val="00A76993"/>
    <w:rsid w:val="00A8245A"/>
    <w:rsid w:val="00A82509"/>
    <w:rsid w:val="00A85AE5"/>
    <w:rsid w:val="00A86DFC"/>
    <w:rsid w:val="00A915DA"/>
    <w:rsid w:val="00A94321"/>
    <w:rsid w:val="00A948EF"/>
    <w:rsid w:val="00A96816"/>
    <w:rsid w:val="00A9713B"/>
    <w:rsid w:val="00A979F9"/>
    <w:rsid w:val="00AA27FF"/>
    <w:rsid w:val="00AA5644"/>
    <w:rsid w:val="00AA5923"/>
    <w:rsid w:val="00AA6EBF"/>
    <w:rsid w:val="00AA6FC6"/>
    <w:rsid w:val="00AB04E1"/>
    <w:rsid w:val="00AB64AF"/>
    <w:rsid w:val="00AC003B"/>
    <w:rsid w:val="00AC0CAB"/>
    <w:rsid w:val="00AC30A5"/>
    <w:rsid w:val="00AC70D8"/>
    <w:rsid w:val="00AC7C6E"/>
    <w:rsid w:val="00AD411B"/>
    <w:rsid w:val="00AD4C0B"/>
    <w:rsid w:val="00AD5067"/>
    <w:rsid w:val="00AE1DD2"/>
    <w:rsid w:val="00AE3130"/>
    <w:rsid w:val="00AE41AD"/>
    <w:rsid w:val="00AE5392"/>
    <w:rsid w:val="00AE556C"/>
    <w:rsid w:val="00AF1549"/>
    <w:rsid w:val="00AF350E"/>
    <w:rsid w:val="00B02E91"/>
    <w:rsid w:val="00B0317C"/>
    <w:rsid w:val="00B05B18"/>
    <w:rsid w:val="00B05FEF"/>
    <w:rsid w:val="00B107D7"/>
    <w:rsid w:val="00B13869"/>
    <w:rsid w:val="00B139B8"/>
    <w:rsid w:val="00B1477E"/>
    <w:rsid w:val="00B15718"/>
    <w:rsid w:val="00B17591"/>
    <w:rsid w:val="00B226B1"/>
    <w:rsid w:val="00B25090"/>
    <w:rsid w:val="00B25600"/>
    <w:rsid w:val="00B267CB"/>
    <w:rsid w:val="00B27855"/>
    <w:rsid w:val="00B27EB8"/>
    <w:rsid w:val="00B30C2B"/>
    <w:rsid w:val="00B31FB1"/>
    <w:rsid w:val="00B320CA"/>
    <w:rsid w:val="00B36ADA"/>
    <w:rsid w:val="00B40005"/>
    <w:rsid w:val="00B405DD"/>
    <w:rsid w:val="00B40C4B"/>
    <w:rsid w:val="00B45606"/>
    <w:rsid w:val="00B46F13"/>
    <w:rsid w:val="00B51149"/>
    <w:rsid w:val="00B556A5"/>
    <w:rsid w:val="00B56A7B"/>
    <w:rsid w:val="00B5735D"/>
    <w:rsid w:val="00B616B5"/>
    <w:rsid w:val="00B619BC"/>
    <w:rsid w:val="00B63A74"/>
    <w:rsid w:val="00B66371"/>
    <w:rsid w:val="00B6664A"/>
    <w:rsid w:val="00B71484"/>
    <w:rsid w:val="00B72485"/>
    <w:rsid w:val="00B732BF"/>
    <w:rsid w:val="00B801B9"/>
    <w:rsid w:val="00B819D8"/>
    <w:rsid w:val="00B81A40"/>
    <w:rsid w:val="00B83125"/>
    <w:rsid w:val="00B83A7B"/>
    <w:rsid w:val="00B851BF"/>
    <w:rsid w:val="00B93CB4"/>
    <w:rsid w:val="00B9436B"/>
    <w:rsid w:val="00B97EE6"/>
    <w:rsid w:val="00BA083F"/>
    <w:rsid w:val="00BA0CB1"/>
    <w:rsid w:val="00BB1888"/>
    <w:rsid w:val="00BB47E5"/>
    <w:rsid w:val="00BC132C"/>
    <w:rsid w:val="00BC1402"/>
    <w:rsid w:val="00BC3D72"/>
    <w:rsid w:val="00BC7218"/>
    <w:rsid w:val="00BC7495"/>
    <w:rsid w:val="00BD0C5A"/>
    <w:rsid w:val="00BD1CDD"/>
    <w:rsid w:val="00BD24AF"/>
    <w:rsid w:val="00BD465F"/>
    <w:rsid w:val="00BD4C7C"/>
    <w:rsid w:val="00BD4DF7"/>
    <w:rsid w:val="00BD4ED5"/>
    <w:rsid w:val="00BD585E"/>
    <w:rsid w:val="00BD5C72"/>
    <w:rsid w:val="00BD7484"/>
    <w:rsid w:val="00BE3562"/>
    <w:rsid w:val="00BE3DE4"/>
    <w:rsid w:val="00BE47C8"/>
    <w:rsid w:val="00BE6863"/>
    <w:rsid w:val="00BF10AD"/>
    <w:rsid w:val="00BF51F5"/>
    <w:rsid w:val="00BF7CE7"/>
    <w:rsid w:val="00C001E0"/>
    <w:rsid w:val="00C00AE9"/>
    <w:rsid w:val="00C02DBD"/>
    <w:rsid w:val="00C05917"/>
    <w:rsid w:val="00C06468"/>
    <w:rsid w:val="00C06F5D"/>
    <w:rsid w:val="00C15337"/>
    <w:rsid w:val="00C16AB2"/>
    <w:rsid w:val="00C1770A"/>
    <w:rsid w:val="00C20429"/>
    <w:rsid w:val="00C22C69"/>
    <w:rsid w:val="00C22CB7"/>
    <w:rsid w:val="00C248CF"/>
    <w:rsid w:val="00C32633"/>
    <w:rsid w:val="00C331D4"/>
    <w:rsid w:val="00C3365E"/>
    <w:rsid w:val="00C350D0"/>
    <w:rsid w:val="00C36B91"/>
    <w:rsid w:val="00C44A38"/>
    <w:rsid w:val="00C50F84"/>
    <w:rsid w:val="00C5299C"/>
    <w:rsid w:val="00C542F1"/>
    <w:rsid w:val="00C547B5"/>
    <w:rsid w:val="00C56712"/>
    <w:rsid w:val="00C56BCA"/>
    <w:rsid w:val="00C6246E"/>
    <w:rsid w:val="00C6275C"/>
    <w:rsid w:val="00C629A6"/>
    <w:rsid w:val="00C635CF"/>
    <w:rsid w:val="00C63B3B"/>
    <w:rsid w:val="00C64F09"/>
    <w:rsid w:val="00C70FB0"/>
    <w:rsid w:val="00C717BB"/>
    <w:rsid w:val="00C7297F"/>
    <w:rsid w:val="00C73604"/>
    <w:rsid w:val="00C73D8A"/>
    <w:rsid w:val="00C7444B"/>
    <w:rsid w:val="00C76CAE"/>
    <w:rsid w:val="00C7760B"/>
    <w:rsid w:val="00C778DE"/>
    <w:rsid w:val="00C82A45"/>
    <w:rsid w:val="00C86D39"/>
    <w:rsid w:val="00C910A3"/>
    <w:rsid w:val="00C9112C"/>
    <w:rsid w:val="00C9198F"/>
    <w:rsid w:val="00C91992"/>
    <w:rsid w:val="00C934CA"/>
    <w:rsid w:val="00C93586"/>
    <w:rsid w:val="00C93A1D"/>
    <w:rsid w:val="00C96D79"/>
    <w:rsid w:val="00C97DDB"/>
    <w:rsid w:val="00CA1011"/>
    <w:rsid w:val="00CA245A"/>
    <w:rsid w:val="00CA4049"/>
    <w:rsid w:val="00CA6C40"/>
    <w:rsid w:val="00CA705C"/>
    <w:rsid w:val="00CA76C8"/>
    <w:rsid w:val="00CA7A2D"/>
    <w:rsid w:val="00CB010A"/>
    <w:rsid w:val="00CB23AE"/>
    <w:rsid w:val="00CB3F1D"/>
    <w:rsid w:val="00CB4458"/>
    <w:rsid w:val="00CB4CE8"/>
    <w:rsid w:val="00CB4F51"/>
    <w:rsid w:val="00CB6DF9"/>
    <w:rsid w:val="00CB7741"/>
    <w:rsid w:val="00CB7E02"/>
    <w:rsid w:val="00CC0DF9"/>
    <w:rsid w:val="00CC0E5D"/>
    <w:rsid w:val="00CC16EF"/>
    <w:rsid w:val="00CC49DE"/>
    <w:rsid w:val="00CC4AA9"/>
    <w:rsid w:val="00CD01B2"/>
    <w:rsid w:val="00CD471A"/>
    <w:rsid w:val="00CD6A3B"/>
    <w:rsid w:val="00CD72DA"/>
    <w:rsid w:val="00CE5175"/>
    <w:rsid w:val="00CE5F9C"/>
    <w:rsid w:val="00CE68B6"/>
    <w:rsid w:val="00CE6CA1"/>
    <w:rsid w:val="00CE716F"/>
    <w:rsid w:val="00CE7B38"/>
    <w:rsid w:val="00CF03AA"/>
    <w:rsid w:val="00CF5849"/>
    <w:rsid w:val="00D075D8"/>
    <w:rsid w:val="00D112B4"/>
    <w:rsid w:val="00D13552"/>
    <w:rsid w:val="00D14609"/>
    <w:rsid w:val="00D15612"/>
    <w:rsid w:val="00D15884"/>
    <w:rsid w:val="00D15FE7"/>
    <w:rsid w:val="00D20757"/>
    <w:rsid w:val="00D20A3B"/>
    <w:rsid w:val="00D21C06"/>
    <w:rsid w:val="00D25CCD"/>
    <w:rsid w:val="00D32543"/>
    <w:rsid w:val="00D3443F"/>
    <w:rsid w:val="00D3573A"/>
    <w:rsid w:val="00D4284F"/>
    <w:rsid w:val="00D4407F"/>
    <w:rsid w:val="00D440A5"/>
    <w:rsid w:val="00D447EC"/>
    <w:rsid w:val="00D4497D"/>
    <w:rsid w:val="00D4618E"/>
    <w:rsid w:val="00D47112"/>
    <w:rsid w:val="00D53334"/>
    <w:rsid w:val="00D53829"/>
    <w:rsid w:val="00D54045"/>
    <w:rsid w:val="00D55947"/>
    <w:rsid w:val="00D564AA"/>
    <w:rsid w:val="00D5672D"/>
    <w:rsid w:val="00D63050"/>
    <w:rsid w:val="00D65CC9"/>
    <w:rsid w:val="00D731BF"/>
    <w:rsid w:val="00D73A25"/>
    <w:rsid w:val="00D7691F"/>
    <w:rsid w:val="00D77A1C"/>
    <w:rsid w:val="00D812D9"/>
    <w:rsid w:val="00D82EF6"/>
    <w:rsid w:val="00D90079"/>
    <w:rsid w:val="00D92501"/>
    <w:rsid w:val="00D94E85"/>
    <w:rsid w:val="00DA084A"/>
    <w:rsid w:val="00DA09D1"/>
    <w:rsid w:val="00DA2CA9"/>
    <w:rsid w:val="00DA623A"/>
    <w:rsid w:val="00DB03E6"/>
    <w:rsid w:val="00DB08AF"/>
    <w:rsid w:val="00DB1639"/>
    <w:rsid w:val="00DB2D38"/>
    <w:rsid w:val="00DB663C"/>
    <w:rsid w:val="00DC13DE"/>
    <w:rsid w:val="00DC1F12"/>
    <w:rsid w:val="00DC68CE"/>
    <w:rsid w:val="00DC7749"/>
    <w:rsid w:val="00DD05D4"/>
    <w:rsid w:val="00DD0D68"/>
    <w:rsid w:val="00DD23A2"/>
    <w:rsid w:val="00DD4927"/>
    <w:rsid w:val="00DD4A2B"/>
    <w:rsid w:val="00DD4A69"/>
    <w:rsid w:val="00DD68A2"/>
    <w:rsid w:val="00DE0456"/>
    <w:rsid w:val="00DE54A4"/>
    <w:rsid w:val="00DE597E"/>
    <w:rsid w:val="00DE5FBF"/>
    <w:rsid w:val="00DF09E9"/>
    <w:rsid w:val="00DF363C"/>
    <w:rsid w:val="00DF43CA"/>
    <w:rsid w:val="00DF4FB7"/>
    <w:rsid w:val="00DF5C73"/>
    <w:rsid w:val="00DF7963"/>
    <w:rsid w:val="00E03792"/>
    <w:rsid w:val="00E04BD5"/>
    <w:rsid w:val="00E07E97"/>
    <w:rsid w:val="00E1053D"/>
    <w:rsid w:val="00E10B94"/>
    <w:rsid w:val="00E153CC"/>
    <w:rsid w:val="00E17270"/>
    <w:rsid w:val="00E21330"/>
    <w:rsid w:val="00E2157E"/>
    <w:rsid w:val="00E22066"/>
    <w:rsid w:val="00E231AB"/>
    <w:rsid w:val="00E2464F"/>
    <w:rsid w:val="00E25A97"/>
    <w:rsid w:val="00E2657A"/>
    <w:rsid w:val="00E31BDA"/>
    <w:rsid w:val="00E3251B"/>
    <w:rsid w:val="00E33606"/>
    <w:rsid w:val="00E3598A"/>
    <w:rsid w:val="00E35B40"/>
    <w:rsid w:val="00E37980"/>
    <w:rsid w:val="00E41F12"/>
    <w:rsid w:val="00E477DC"/>
    <w:rsid w:val="00E5041F"/>
    <w:rsid w:val="00E57405"/>
    <w:rsid w:val="00E606DD"/>
    <w:rsid w:val="00E607D0"/>
    <w:rsid w:val="00E6174B"/>
    <w:rsid w:val="00E62553"/>
    <w:rsid w:val="00E62846"/>
    <w:rsid w:val="00E63B43"/>
    <w:rsid w:val="00E66B12"/>
    <w:rsid w:val="00E67383"/>
    <w:rsid w:val="00E734A6"/>
    <w:rsid w:val="00E73603"/>
    <w:rsid w:val="00E7441F"/>
    <w:rsid w:val="00E772BE"/>
    <w:rsid w:val="00E77AE9"/>
    <w:rsid w:val="00E77B6C"/>
    <w:rsid w:val="00E80CAF"/>
    <w:rsid w:val="00E81383"/>
    <w:rsid w:val="00E8168F"/>
    <w:rsid w:val="00E820DF"/>
    <w:rsid w:val="00E832A5"/>
    <w:rsid w:val="00E876FD"/>
    <w:rsid w:val="00E92996"/>
    <w:rsid w:val="00E934B5"/>
    <w:rsid w:val="00E95733"/>
    <w:rsid w:val="00E979BA"/>
    <w:rsid w:val="00EA01BC"/>
    <w:rsid w:val="00EA188D"/>
    <w:rsid w:val="00EA2590"/>
    <w:rsid w:val="00EA25B8"/>
    <w:rsid w:val="00EA34A6"/>
    <w:rsid w:val="00EA55B4"/>
    <w:rsid w:val="00EB0A2F"/>
    <w:rsid w:val="00EB305E"/>
    <w:rsid w:val="00EB6705"/>
    <w:rsid w:val="00EB7EE0"/>
    <w:rsid w:val="00EC310B"/>
    <w:rsid w:val="00EC569C"/>
    <w:rsid w:val="00EC76F3"/>
    <w:rsid w:val="00ED0078"/>
    <w:rsid w:val="00ED0D12"/>
    <w:rsid w:val="00ED3B0B"/>
    <w:rsid w:val="00ED4639"/>
    <w:rsid w:val="00ED670B"/>
    <w:rsid w:val="00ED6C94"/>
    <w:rsid w:val="00EE30F2"/>
    <w:rsid w:val="00EE34B1"/>
    <w:rsid w:val="00EE3B03"/>
    <w:rsid w:val="00EE5531"/>
    <w:rsid w:val="00EE6FBC"/>
    <w:rsid w:val="00EE7BC8"/>
    <w:rsid w:val="00EF217D"/>
    <w:rsid w:val="00EF37A3"/>
    <w:rsid w:val="00EF3D21"/>
    <w:rsid w:val="00EF4F94"/>
    <w:rsid w:val="00F018C0"/>
    <w:rsid w:val="00F122F0"/>
    <w:rsid w:val="00F12321"/>
    <w:rsid w:val="00F13DF8"/>
    <w:rsid w:val="00F148EE"/>
    <w:rsid w:val="00F201EA"/>
    <w:rsid w:val="00F23AF5"/>
    <w:rsid w:val="00F23ED4"/>
    <w:rsid w:val="00F24FAB"/>
    <w:rsid w:val="00F30575"/>
    <w:rsid w:val="00F335C5"/>
    <w:rsid w:val="00F34670"/>
    <w:rsid w:val="00F36275"/>
    <w:rsid w:val="00F4233E"/>
    <w:rsid w:val="00F42D02"/>
    <w:rsid w:val="00F45CE2"/>
    <w:rsid w:val="00F47414"/>
    <w:rsid w:val="00F47EF6"/>
    <w:rsid w:val="00F527F7"/>
    <w:rsid w:val="00F52D1C"/>
    <w:rsid w:val="00F541EE"/>
    <w:rsid w:val="00F5483C"/>
    <w:rsid w:val="00F555F3"/>
    <w:rsid w:val="00F61018"/>
    <w:rsid w:val="00F70351"/>
    <w:rsid w:val="00F70902"/>
    <w:rsid w:val="00F71BC2"/>
    <w:rsid w:val="00F71CC8"/>
    <w:rsid w:val="00F76991"/>
    <w:rsid w:val="00F77841"/>
    <w:rsid w:val="00F8145E"/>
    <w:rsid w:val="00F81E81"/>
    <w:rsid w:val="00F8274C"/>
    <w:rsid w:val="00F8366D"/>
    <w:rsid w:val="00F84C8E"/>
    <w:rsid w:val="00F85C30"/>
    <w:rsid w:val="00F875BF"/>
    <w:rsid w:val="00F923A4"/>
    <w:rsid w:val="00F936CC"/>
    <w:rsid w:val="00F9458B"/>
    <w:rsid w:val="00FA4AE1"/>
    <w:rsid w:val="00FA50F0"/>
    <w:rsid w:val="00FA520A"/>
    <w:rsid w:val="00FA6F61"/>
    <w:rsid w:val="00FA7E9F"/>
    <w:rsid w:val="00FB0315"/>
    <w:rsid w:val="00FB58A4"/>
    <w:rsid w:val="00FB592F"/>
    <w:rsid w:val="00FC6AE2"/>
    <w:rsid w:val="00FC6C5E"/>
    <w:rsid w:val="00FC7AB9"/>
    <w:rsid w:val="00FC7F5D"/>
    <w:rsid w:val="00FD025B"/>
    <w:rsid w:val="00FD1293"/>
    <w:rsid w:val="00FD1527"/>
    <w:rsid w:val="00FD1A3F"/>
    <w:rsid w:val="00FD2C89"/>
    <w:rsid w:val="00FD2ED6"/>
    <w:rsid w:val="00FD4A47"/>
    <w:rsid w:val="00FD4CF7"/>
    <w:rsid w:val="00FD4E42"/>
    <w:rsid w:val="00FD53A9"/>
    <w:rsid w:val="00FD5BC2"/>
    <w:rsid w:val="00FD63E6"/>
    <w:rsid w:val="00FE004A"/>
    <w:rsid w:val="00FE15B0"/>
    <w:rsid w:val="00FE1D93"/>
    <w:rsid w:val="00FE224E"/>
    <w:rsid w:val="00FE2B1A"/>
    <w:rsid w:val="00FE60F9"/>
    <w:rsid w:val="00FE6109"/>
    <w:rsid w:val="00FF167A"/>
    <w:rsid w:val="00FF1FAE"/>
    <w:rsid w:val="00FF2473"/>
    <w:rsid w:val="00FF6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A13"/>
  </w:style>
  <w:style w:type="paragraph" w:styleId="1">
    <w:name w:val="heading 1"/>
    <w:basedOn w:val="a"/>
    <w:next w:val="a"/>
    <w:qFormat/>
    <w:rsid w:val="005A5A13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A5A13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5A5A13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A5A13"/>
    <w:pPr>
      <w:keepNext/>
      <w:spacing w:line="240" w:lineRule="exact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5A5A13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5A5A13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5D5D5F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5A5A13"/>
    <w:pPr>
      <w:ind w:left="283" w:hanging="283"/>
    </w:pPr>
  </w:style>
  <w:style w:type="paragraph" w:styleId="a4">
    <w:name w:val="Body Text"/>
    <w:basedOn w:val="a"/>
    <w:rsid w:val="005A5A13"/>
    <w:pPr>
      <w:spacing w:after="120"/>
    </w:pPr>
  </w:style>
  <w:style w:type="paragraph" w:styleId="a5">
    <w:name w:val="header"/>
    <w:basedOn w:val="a"/>
    <w:link w:val="a6"/>
    <w:uiPriority w:val="99"/>
    <w:rsid w:val="005A5A13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5A5A13"/>
  </w:style>
  <w:style w:type="paragraph" w:styleId="a8">
    <w:name w:val="footer"/>
    <w:basedOn w:val="a"/>
    <w:link w:val="a9"/>
    <w:uiPriority w:val="99"/>
    <w:rsid w:val="005A5A13"/>
    <w:pPr>
      <w:tabs>
        <w:tab w:val="center" w:pos="4536"/>
        <w:tab w:val="right" w:pos="9072"/>
      </w:tabs>
    </w:pPr>
  </w:style>
  <w:style w:type="paragraph" w:styleId="aa">
    <w:name w:val="Body Text Indent"/>
    <w:basedOn w:val="a"/>
    <w:rsid w:val="005A5A13"/>
    <w:pPr>
      <w:ind w:firstLine="851"/>
      <w:jc w:val="both"/>
    </w:pPr>
    <w:rPr>
      <w:sz w:val="28"/>
    </w:rPr>
  </w:style>
  <w:style w:type="paragraph" w:styleId="ab">
    <w:name w:val="Title"/>
    <w:basedOn w:val="a"/>
    <w:qFormat/>
    <w:rsid w:val="005A5A13"/>
    <w:pPr>
      <w:jc w:val="center"/>
    </w:pPr>
    <w:rPr>
      <w:sz w:val="28"/>
    </w:rPr>
  </w:style>
  <w:style w:type="paragraph" w:styleId="ac">
    <w:name w:val="Document Map"/>
    <w:basedOn w:val="a"/>
    <w:semiHidden/>
    <w:rsid w:val="005A5A13"/>
    <w:pPr>
      <w:shd w:val="clear" w:color="auto" w:fill="000080"/>
    </w:pPr>
    <w:rPr>
      <w:rFonts w:ascii="Tahoma" w:hAnsi="Tahoma"/>
    </w:rPr>
  </w:style>
  <w:style w:type="table" w:styleId="ad">
    <w:name w:val="Table Grid"/>
    <w:basedOn w:val="a1"/>
    <w:rsid w:val="00F346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semiHidden/>
    <w:rsid w:val="0070224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66D7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D0D18"/>
    <w:pPr>
      <w:autoSpaceDE w:val="0"/>
      <w:autoSpaceDN w:val="0"/>
      <w:adjustRightInd w:val="0"/>
    </w:pPr>
    <w:rPr>
      <w:b/>
      <w:bCs/>
    </w:rPr>
  </w:style>
  <w:style w:type="character" w:styleId="af">
    <w:name w:val="Hyperlink"/>
    <w:basedOn w:val="a0"/>
    <w:rsid w:val="009A4A75"/>
    <w:rPr>
      <w:color w:val="0000FF"/>
      <w:u w:val="single"/>
    </w:rPr>
  </w:style>
  <w:style w:type="paragraph" w:customStyle="1" w:styleId="ConsPlusNormal">
    <w:name w:val="ConsPlusNormal"/>
    <w:link w:val="ConsPlusNormal0"/>
    <w:rsid w:val="00B107D7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Normal">
    <w:name w:val="ConsNormal"/>
    <w:rsid w:val="0009218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f0">
    <w:name w:val="Strong"/>
    <w:basedOn w:val="a0"/>
    <w:qFormat/>
    <w:rsid w:val="00114691"/>
    <w:rPr>
      <w:b/>
      <w:bCs/>
    </w:rPr>
  </w:style>
  <w:style w:type="character" w:customStyle="1" w:styleId="a9">
    <w:name w:val="Нижний колонтитул Знак"/>
    <w:basedOn w:val="a0"/>
    <w:link w:val="a8"/>
    <w:uiPriority w:val="99"/>
    <w:rsid w:val="008D1C5F"/>
  </w:style>
  <w:style w:type="character" w:customStyle="1" w:styleId="a6">
    <w:name w:val="Верхний колонтитул Знак"/>
    <w:basedOn w:val="a0"/>
    <w:link w:val="a5"/>
    <w:uiPriority w:val="99"/>
    <w:rsid w:val="008D1C5F"/>
  </w:style>
  <w:style w:type="character" w:customStyle="1" w:styleId="ConsPlusNormal0">
    <w:name w:val="ConsPlusNormal Знак"/>
    <w:link w:val="ConsPlusNormal"/>
    <w:locked/>
    <w:rsid w:val="008A33BA"/>
    <w:rPr>
      <w:sz w:val="26"/>
      <w:szCs w:val="26"/>
    </w:rPr>
  </w:style>
  <w:style w:type="character" w:customStyle="1" w:styleId="af1">
    <w:name w:val="Основной текст_"/>
    <w:basedOn w:val="a0"/>
    <w:link w:val="20"/>
    <w:rsid w:val="007A02A3"/>
    <w:rPr>
      <w:spacing w:val="-1"/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f1"/>
    <w:rsid w:val="007A02A3"/>
    <w:pPr>
      <w:widowControl w:val="0"/>
      <w:shd w:val="clear" w:color="auto" w:fill="FFFFFF"/>
      <w:spacing w:line="326" w:lineRule="exact"/>
      <w:ind w:hanging="300"/>
    </w:pPr>
    <w:rPr>
      <w:spacing w:val="-1"/>
      <w:sz w:val="26"/>
      <w:szCs w:val="26"/>
    </w:rPr>
  </w:style>
  <w:style w:type="character" w:customStyle="1" w:styleId="FontStyle25">
    <w:name w:val="Font Style25"/>
    <w:basedOn w:val="a0"/>
    <w:uiPriority w:val="99"/>
    <w:rsid w:val="007A02A3"/>
    <w:rPr>
      <w:rFonts w:ascii="Times New Roman" w:hAnsi="Times New Roman" w:cs="Times New Roman"/>
      <w:sz w:val="26"/>
      <w:szCs w:val="26"/>
    </w:rPr>
  </w:style>
  <w:style w:type="character" w:styleId="af2">
    <w:name w:val="Emphasis"/>
    <w:uiPriority w:val="20"/>
    <w:qFormat/>
    <w:rsid w:val="005E066E"/>
    <w:rPr>
      <w:i/>
      <w:iCs/>
    </w:rPr>
  </w:style>
  <w:style w:type="paragraph" w:styleId="af3">
    <w:name w:val="List Paragraph"/>
    <w:basedOn w:val="a"/>
    <w:uiPriority w:val="34"/>
    <w:qFormat/>
    <w:rsid w:val="0095754E"/>
    <w:pPr>
      <w:ind w:left="720"/>
      <w:contextualSpacing/>
    </w:pPr>
    <w:rPr>
      <w:rFonts w:ascii="Times New Roman CYR" w:hAnsi="Times New Roman CYR"/>
    </w:rPr>
  </w:style>
  <w:style w:type="character" w:customStyle="1" w:styleId="af4">
    <w:name w:val="Другое_"/>
    <w:basedOn w:val="a0"/>
    <w:link w:val="af5"/>
    <w:rsid w:val="00F335C5"/>
    <w:rPr>
      <w:sz w:val="22"/>
      <w:szCs w:val="22"/>
    </w:rPr>
  </w:style>
  <w:style w:type="paragraph" w:customStyle="1" w:styleId="af5">
    <w:name w:val="Другое"/>
    <w:basedOn w:val="a"/>
    <w:link w:val="af4"/>
    <w:rsid w:val="00F335C5"/>
    <w:pPr>
      <w:widowControl w:val="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4682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4269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7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5935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PRTIKAZ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0F7385-F895-4EF9-89BF-154941E78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PRTIKAZ</Template>
  <TotalTime>44</TotalTime>
  <Pages>6</Pages>
  <Words>799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ГФУ</Company>
  <LinksUpToDate>false</LinksUpToDate>
  <CharactersWithSpaces>5349</CharactersWithSpaces>
  <SharedDoc>false</SharedDoc>
  <HLinks>
    <vt:vector size="144" baseType="variant">
      <vt:variant>
        <vt:i4>1900630</vt:i4>
      </vt:variant>
      <vt:variant>
        <vt:i4>69</vt:i4>
      </vt:variant>
      <vt:variant>
        <vt:i4>0</vt:i4>
      </vt:variant>
      <vt:variant>
        <vt:i4>5</vt:i4>
      </vt:variant>
      <vt:variant>
        <vt:lpwstr>http://www.bankrot.fedresurs.ru/</vt:lpwstr>
      </vt:variant>
      <vt:variant>
        <vt:lpwstr/>
      </vt:variant>
      <vt:variant>
        <vt:i4>5636098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Par79</vt:lpwstr>
      </vt:variant>
      <vt:variant>
        <vt:i4>6946870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5505026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Par52</vt:lpwstr>
      </vt:variant>
      <vt:variant>
        <vt:i4>5570562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5373954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6422579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Par211</vt:lpwstr>
      </vt:variant>
      <vt:variant>
        <vt:i4>2556006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2556006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6553652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Par164</vt:lpwstr>
      </vt:variant>
      <vt:variant>
        <vt:i4>6357043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  <vt:variant>
        <vt:i4>5373954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5767254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consultantplus://offline/ref=79AD6FBB4C38C9C0DA7C7D6B84E5A1C2905358CA6D8636DC5B79A9314Ba4uBG</vt:lpwstr>
      </vt:variant>
      <vt:variant>
        <vt:lpwstr/>
      </vt:variant>
      <vt:variant>
        <vt:i4>6815845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5373954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6815845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5767262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5767262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5242882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6815848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6815848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7274548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consultantplus://offline/ref=79AD6FBB4C38C9C0DA7C7D6B84E5A1C2905359C26D8436DC5B79A9314B4B2032C5A2CB61F536a1uBG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Steve John Samond</dc:creator>
  <cp:lastModifiedBy>Васильченко ТВ</cp:lastModifiedBy>
  <cp:revision>11</cp:revision>
  <cp:lastPrinted>2025-02-07T06:18:00Z</cp:lastPrinted>
  <dcterms:created xsi:type="dcterms:W3CDTF">2025-04-18T04:37:00Z</dcterms:created>
  <dcterms:modified xsi:type="dcterms:W3CDTF">2025-11-06T07:47:00Z</dcterms:modified>
</cp:coreProperties>
</file>